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E25ECA" w14:textId="77777777" w:rsidR="00C44DF7" w:rsidRPr="00E960BB" w:rsidRDefault="00C44DF7" w:rsidP="00C44DF7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14:paraId="4C5B1D2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E799291" w14:textId="62BE07EB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368C2" w:rsidRPr="000368C2">
        <w:rPr>
          <w:rFonts w:ascii="Corbel" w:hAnsi="Corbel"/>
          <w:b/>
          <w:smallCaps/>
          <w:sz w:val="24"/>
          <w:szCs w:val="24"/>
        </w:rPr>
        <w:t xml:space="preserve"> </w:t>
      </w:r>
      <w:r w:rsidR="00D21385">
        <w:rPr>
          <w:rFonts w:ascii="Corbel" w:hAnsi="Corbel"/>
          <w:smallCaps/>
          <w:sz w:val="24"/>
          <w:szCs w:val="24"/>
        </w:rPr>
        <w:t>202</w:t>
      </w:r>
      <w:r w:rsidR="006D383C">
        <w:rPr>
          <w:rFonts w:ascii="Corbel" w:hAnsi="Corbel"/>
          <w:smallCaps/>
          <w:sz w:val="24"/>
          <w:szCs w:val="24"/>
        </w:rPr>
        <w:t>1</w:t>
      </w:r>
      <w:r w:rsidR="00D21385">
        <w:rPr>
          <w:rFonts w:ascii="Corbel" w:hAnsi="Corbel"/>
          <w:smallCaps/>
          <w:sz w:val="24"/>
          <w:szCs w:val="24"/>
        </w:rPr>
        <w:t>-202</w:t>
      </w:r>
      <w:r w:rsidR="006D383C">
        <w:rPr>
          <w:rFonts w:ascii="Corbel" w:hAnsi="Corbel"/>
          <w:smallCaps/>
          <w:sz w:val="24"/>
          <w:szCs w:val="24"/>
        </w:rPr>
        <w:t>3</w:t>
      </w:r>
    </w:p>
    <w:p w14:paraId="78F8B01F" w14:textId="45138338" w:rsidR="004F7D1B" w:rsidRPr="00EA4832" w:rsidRDefault="004F7D1B" w:rsidP="0099324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akademicki: </w:t>
      </w:r>
      <w:r w:rsidR="00845976">
        <w:rPr>
          <w:rFonts w:ascii="Corbel" w:hAnsi="Corbel"/>
          <w:sz w:val="20"/>
          <w:szCs w:val="20"/>
        </w:rPr>
        <w:t>202</w:t>
      </w:r>
      <w:r w:rsidR="006D383C">
        <w:rPr>
          <w:rFonts w:ascii="Corbel" w:hAnsi="Corbel"/>
          <w:sz w:val="20"/>
          <w:szCs w:val="20"/>
        </w:rPr>
        <w:t>2</w:t>
      </w:r>
      <w:r w:rsidR="00845976">
        <w:rPr>
          <w:rFonts w:ascii="Corbel" w:hAnsi="Corbel"/>
          <w:sz w:val="20"/>
          <w:szCs w:val="20"/>
        </w:rPr>
        <w:t>/202</w:t>
      </w:r>
      <w:r w:rsidR="006D383C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7789813B" w14:textId="77777777" w:rsidR="004F7D1B" w:rsidRDefault="004F7D1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12FAAE4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p w14:paraId="4CBBF3C6" w14:textId="77777777" w:rsidR="0099324C" w:rsidRPr="009C54AE" w:rsidRDefault="0099324C" w:rsidP="0099324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7"/>
        <w:gridCol w:w="5924"/>
      </w:tblGrid>
      <w:tr w:rsidR="004E4652" w:rsidRPr="009C54AE" w14:paraId="7BB9B8E5" w14:textId="77777777" w:rsidTr="00F30C9E">
        <w:tc>
          <w:tcPr>
            <w:tcW w:w="3857" w:type="dxa"/>
            <w:vAlign w:val="center"/>
          </w:tcPr>
          <w:p w14:paraId="6183D203" w14:textId="77777777" w:rsidR="004E4652" w:rsidRPr="009C54AE" w:rsidRDefault="004E4652" w:rsidP="00F30C9E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924" w:type="dxa"/>
            <w:vAlign w:val="center"/>
          </w:tcPr>
          <w:p w14:paraId="191CAA30" w14:textId="77777777" w:rsidR="004E4652" w:rsidRPr="0079395F" w:rsidRDefault="004C5822" w:rsidP="00F30C9E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4C5822">
              <w:rPr>
                <w:rFonts w:ascii="Corbel" w:hAnsi="Corbel"/>
                <w:b w:val="0"/>
                <w:sz w:val="24"/>
                <w:szCs w:val="24"/>
              </w:rPr>
              <w:t>E-administracja</w:t>
            </w:r>
          </w:p>
        </w:tc>
      </w:tr>
      <w:tr w:rsidR="004E4652" w:rsidRPr="009C54AE" w14:paraId="6DA33E93" w14:textId="77777777" w:rsidTr="00F30C9E">
        <w:tc>
          <w:tcPr>
            <w:tcW w:w="3857" w:type="dxa"/>
            <w:vAlign w:val="center"/>
          </w:tcPr>
          <w:p w14:paraId="1EF711A5" w14:textId="77777777" w:rsidR="004E4652" w:rsidRPr="009C54AE" w:rsidRDefault="004E4652" w:rsidP="00F30C9E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</w:t>
            </w:r>
            <w:r w:rsidR="00DE16E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924" w:type="dxa"/>
            <w:vAlign w:val="center"/>
          </w:tcPr>
          <w:p w14:paraId="076CA283" w14:textId="77777777" w:rsidR="004E4652" w:rsidRPr="0008163D" w:rsidRDefault="00D21385" w:rsidP="00F30C9E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D21385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0C634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21385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0C634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21385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0C634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21385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0C634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Pr="00D21385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="000C634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21385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0C634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21385">
              <w:rPr>
                <w:rFonts w:ascii="Corbel" w:hAnsi="Corbel"/>
                <w:b w:val="0"/>
                <w:sz w:val="24"/>
                <w:szCs w:val="24"/>
              </w:rPr>
              <w:t>C-1.8b</w:t>
            </w:r>
          </w:p>
        </w:tc>
      </w:tr>
      <w:tr w:rsidR="00665E6B" w:rsidRPr="009C54AE" w14:paraId="38DD28C7" w14:textId="77777777" w:rsidTr="00F30C9E">
        <w:tc>
          <w:tcPr>
            <w:tcW w:w="3857" w:type="dxa"/>
            <w:vAlign w:val="center"/>
          </w:tcPr>
          <w:p w14:paraId="2AA47614" w14:textId="77777777" w:rsidR="00665E6B" w:rsidRPr="009C54AE" w:rsidRDefault="00665E6B" w:rsidP="00F30C9E">
            <w:pPr>
              <w:pStyle w:val="Pytania"/>
              <w:spacing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924" w:type="dxa"/>
            <w:vAlign w:val="center"/>
          </w:tcPr>
          <w:p w14:paraId="0252ADAB" w14:textId="77777777" w:rsidR="00665E6B" w:rsidRPr="009C54AE" w:rsidRDefault="00665E6B" w:rsidP="00F30C9E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E654E" w:rsidRPr="009C54AE" w14:paraId="06B0208C" w14:textId="77777777" w:rsidTr="00F30C9E">
        <w:tc>
          <w:tcPr>
            <w:tcW w:w="3857" w:type="dxa"/>
            <w:vAlign w:val="center"/>
          </w:tcPr>
          <w:p w14:paraId="177221DB" w14:textId="77777777" w:rsidR="007E654E" w:rsidRPr="009C54AE" w:rsidRDefault="007E654E" w:rsidP="007E654E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924" w:type="dxa"/>
            <w:vAlign w:val="center"/>
          </w:tcPr>
          <w:p w14:paraId="10898496" w14:textId="77777777" w:rsidR="007E654E" w:rsidRPr="00EB2281" w:rsidRDefault="007E654E" w:rsidP="007E654E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4E4652" w:rsidRPr="009C54AE" w14:paraId="72E5B197" w14:textId="77777777" w:rsidTr="00F30C9E">
        <w:tc>
          <w:tcPr>
            <w:tcW w:w="3857" w:type="dxa"/>
            <w:vAlign w:val="center"/>
          </w:tcPr>
          <w:p w14:paraId="2DDD5B39" w14:textId="77777777" w:rsidR="004E4652" w:rsidRPr="009C54AE" w:rsidRDefault="004E4652" w:rsidP="00F30C9E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924" w:type="dxa"/>
            <w:vAlign w:val="center"/>
          </w:tcPr>
          <w:p w14:paraId="200174AC" w14:textId="77777777" w:rsidR="004E4652" w:rsidRPr="00EB2281" w:rsidRDefault="0091708F" w:rsidP="00F30C9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konomia</w:t>
            </w:r>
          </w:p>
        </w:tc>
      </w:tr>
      <w:tr w:rsidR="004E4652" w:rsidRPr="009C54AE" w14:paraId="11ED969C" w14:textId="77777777" w:rsidTr="00F30C9E">
        <w:tc>
          <w:tcPr>
            <w:tcW w:w="3857" w:type="dxa"/>
            <w:vAlign w:val="center"/>
          </w:tcPr>
          <w:p w14:paraId="70DAD627" w14:textId="77777777" w:rsidR="004E4652" w:rsidRPr="009C54AE" w:rsidRDefault="004E4652" w:rsidP="00F30C9E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6612A7">
              <w:rPr>
                <w:rFonts w:ascii="Corbel" w:hAnsi="Corbel"/>
                <w:sz w:val="24"/>
                <w:szCs w:val="24"/>
              </w:rPr>
              <w:t>studiów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5924" w:type="dxa"/>
            <w:vAlign w:val="center"/>
          </w:tcPr>
          <w:p w14:paraId="16569061" w14:textId="77777777" w:rsidR="004E4652" w:rsidRPr="00EB2281" w:rsidRDefault="007E654E" w:rsidP="00F30C9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21385">
              <w:rPr>
                <w:rFonts w:ascii="Corbel" w:hAnsi="Corbel"/>
                <w:b w:val="0"/>
                <w:sz w:val="24"/>
                <w:szCs w:val="24"/>
              </w:rPr>
              <w:t>rugiego</w:t>
            </w:r>
            <w:r w:rsidR="00293ED6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4E4652" w:rsidRPr="009C54AE" w14:paraId="07EE4DF1" w14:textId="77777777" w:rsidTr="00F30C9E">
        <w:tc>
          <w:tcPr>
            <w:tcW w:w="3857" w:type="dxa"/>
            <w:vAlign w:val="center"/>
          </w:tcPr>
          <w:p w14:paraId="62B78914" w14:textId="77777777" w:rsidR="004E4652" w:rsidRPr="009C54AE" w:rsidRDefault="004E4652" w:rsidP="00F30C9E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924" w:type="dxa"/>
            <w:vAlign w:val="center"/>
          </w:tcPr>
          <w:p w14:paraId="3612BD20" w14:textId="77777777" w:rsidR="004E4652" w:rsidRPr="00EB2281" w:rsidRDefault="00547CC8" w:rsidP="00F30C9E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4E4652" w:rsidRPr="009C54AE" w14:paraId="54208A81" w14:textId="77777777" w:rsidTr="00F30C9E">
        <w:tc>
          <w:tcPr>
            <w:tcW w:w="3857" w:type="dxa"/>
            <w:vAlign w:val="center"/>
          </w:tcPr>
          <w:p w14:paraId="5C30DDCE" w14:textId="77777777" w:rsidR="004E4652" w:rsidRPr="009C54AE" w:rsidRDefault="004E4652" w:rsidP="00F30C9E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924" w:type="dxa"/>
            <w:vAlign w:val="center"/>
          </w:tcPr>
          <w:p w14:paraId="59BA1E12" w14:textId="54DBE052" w:rsidR="004E4652" w:rsidRPr="00EB2281" w:rsidRDefault="00291153" w:rsidP="00F30C9E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547CC8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4E4652" w:rsidRPr="009C54AE" w14:paraId="4C1B20DC" w14:textId="77777777" w:rsidTr="00F30C9E">
        <w:tc>
          <w:tcPr>
            <w:tcW w:w="3857" w:type="dxa"/>
            <w:vAlign w:val="center"/>
          </w:tcPr>
          <w:p w14:paraId="7F6E5B43" w14:textId="77777777" w:rsidR="004E4652" w:rsidRPr="009C54AE" w:rsidRDefault="004E4652" w:rsidP="00F30C9E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A10FC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924" w:type="dxa"/>
            <w:vAlign w:val="center"/>
          </w:tcPr>
          <w:p w14:paraId="47B028D4" w14:textId="77777777" w:rsidR="004E4652" w:rsidRPr="00EB2281" w:rsidRDefault="00381321" w:rsidP="00F30C9E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1E7DF2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96177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96177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293ED6">
              <w:rPr>
                <w:rFonts w:ascii="Corbel" w:hAnsi="Corbel"/>
                <w:b w:val="0"/>
                <w:color w:val="auto"/>
                <w:sz w:val="24"/>
                <w:szCs w:val="24"/>
              </w:rPr>
              <w:t>4</w:t>
            </w:r>
          </w:p>
        </w:tc>
      </w:tr>
      <w:tr w:rsidR="004E4652" w:rsidRPr="009C54AE" w14:paraId="4BB805A8" w14:textId="77777777" w:rsidTr="00F30C9E">
        <w:tc>
          <w:tcPr>
            <w:tcW w:w="3857" w:type="dxa"/>
            <w:vAlign w:val="center"/>
          </w:tcPr>
          <w:p w14:paraId="47C87B94" w14:textId="77777777" w:rsidR="004E4652" w:rsidRPr="009C54AE" w:rsidRDefault="004E4652" w:rsidP="00F30C9E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924" w:type="dxa"/>
            <w:vAlign w:val="center"/>
          </w:tcPr>
          <w:p w14:paraId="7139A691" w14:textId="77777777" w:rsidR="004E4652" w:rsidRPr="00EB2281" w:rsidRDefault="00D16B0F" w:rsidP="00F30C9E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  <w:r w:rsidR="00D2138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="004E4652" w:rsidRPr="009C54AE" w14:paraId="6756B76C" w14:textId="77777777" w:rsidTr="00F30C9E">
        <w:tc>
          <w:tcPr>
            <w:tcW w:w="3857" w:type="dxa"/>
            <w:vAlign w:val="center"/>
          </w:tcPr>
          <w:p w14:paraId="6DBDD6F8" w14:textId="77777777" w:rsidR="004E4652" w:rsidRPr="009C54AE" w:rsidRDefault="004E4652" w:rsidP="00F30C9E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924" w:type="dxa"/>
            <w:vAlign w:val="center"/>
          </w:tcPr>
          <w:p w14:paraId="26ECD93D" w14:textId="77777777" w:rsidR="004E4652" w:rsidRPr="00EB2281" w:rsidRDefault="004E4652" w:rsidP="00F30C9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E4652" w:rsidRPr="009C54AE" w14:paraId="5B040FFB" w14:textId="77777777" w:rsidTr="00F30C9E">
        <w:tc>
          <w:tcPr>
            <w:tcW w:w="3857" w:type="dxa"/>
            <w:vAlign w:val="center"/>
          </w:tcPr>
          <w:p w14:paraId="04C7A845" w14:textId="77777777" w:rsidR="004E4652" w:rsidRPr="009C54AE" w:rsidRDefault="004E4652" w:rsidP="00F30C9E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924" w:type="dxa"/>
            <w:vAlign w:val="center"/>
          </w:tcPr>
          <w:p w14:paraId="7A8F001B" w14:textId="77777777" w:rsidR="004E4652" w:rsidRPr="00AF68A0" w:rsidRDefault="00405599" w:rsidP="00F30C9E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</w:t>
            </w:r>
            <w:r w:rsidR="00AF68A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yszard Hall</w:t>
            </w:r>
          </w:p>
        </w:tc>
      </w:tr>
      <w:tr w:rsidR="00AF68A0" w:rsidRPr="009C54AE" w14:paraId="7FE96A67" w14:textId="77777777" w:rsidTr="00F30C9E">
        <w:tc>
          <w:tcPr>
            <w:tcW w:w="3857" w:type="dxa"/>
            <w:vAlign w:val="center"/>
          </w:tcPr>
          <w:p w14:paraId="45E5F9E8" w14:textId="77777777" w:rsidR="00AF68A0" w:rsidRPr="009C54AE" w:rsidRDefault="00AF68A0" w:rsidP="00F30C9E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924" w:type="dxa"/>
            <w:vAlign w:val="center"/>
          </w:tcPr>
          <w:p w14:paraId="22B11E70" w14:textId="77777777" w:rsidR="00AF68A0" w:rsidRPr="00AF68A0" w:rsidRDefault="00405599" w:rsidP="00F30C9E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 Ryszard Hall</w:t>
            </w:r>
          </w:p>
        </w:tc>
      </w:tr>
    </w:tbl>
    <w:p w14:paraId="38A3E8B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015407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015407" w:rsidRPr="00B90885">
        <w:rPr>
          <w:rFonts w:ascii="Corbel" w:hAnsi="Corbel"/>
          <w:b w:val="0"/>
          <w:sz w:val="24"/>
          <w:szCs w:val="24"/>
        </w:rPr>
        <w:t>e,</w:t>
      </w:r>
      <w:r w:rsidR="00015407">
        <w:rPr>
          <w:rFonts w:ascii="Corbel" w:hAnsi="Corbel"/>
          <w:b w:val="0"/>
          <w:sz w:val="24"/>
          <w:szCs w:val="24"/>
        </w:rPr>
        <w:t xml:space="preserve"> </w:t>
      </w:r>
      <w:r w:rsidR="00015407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015407">
        <w:rPr>
          <w:rFonts w:ascii="Corbel" w:hAnsi="Corbel"/>
          <w:b w:val="0"/>
          <w:i/>
          <w:sz w:val="24"/>
          <w:szCs w:val="24"/>
        </w:rPr>
        <w:t>w Jednostce</w:t>
      </w:r>
    </w:p>
    <w:p w14:paraId="032321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5D56CB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9"/>
        <w:gridCol w:w="957"/>
        <w:gridCol w:w="851"/>
        <w:gridCol w:w="786"/>
        <w:gridCol w:w="812"/>
        <w:gridCol w:w="736"/>
        <w:gridCol w:w="935"/>
        <w:gridCol w:w="1163"/>
        <w:gridCol w:w="1442"/>
      </w:tblGrid>
      <w:tr w:rsidR="00015B8F" w:rsidRPr="009C54AE" w14:paraId="0344EBC4" w14:textId="77777777" w:rsidTr="00822642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8E395" w14:textId="77777777" w:rsidR="00015B8F" w:rsidRPr="009C54AE" w:rsidRDefault="00015B8F" w:rsidP="007E7FBF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  <w:r w:rsidR="007E7FBF">
              <w:rPr>
                <w:rFonts w:ascii="Corbel" w:hAnsi="Corbel"/>
                <w:szCs w:val="24"/>
              </w:rPr>
              <w:t xml:space="preserve"> </w:t>
            </w:r>
            <w:r w:rsidR="002B5EA0"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F849A" w14:textId="77777777" w:rsidR="00015B8F" w:rsidRPr="009C54AE" w:rsidRDefault="00015B8F" w:rsidP="007E7FBF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EC7A3" w14:textId="77777777" w:rsidR="00015B8F" w:rsidRPr="009C54AE" w:rsidRDefault="00015B8F" w:rsidP="007E7FBF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Ćw.</w:t>
            </w:r>
            <w:r w:rsidR="00595D2A">
              <w:rPr>
                <w:rFonts w:ascii="Corbel" w:hAnsi="Corbel"/>
                <w:szCs w:val="24"/>
              </w:rPr>
              <w:t>lab</w:t>
            </w:r>
            <w:proofErr w:type="spellEnd"/>
            <w:r w:rsidR="00595D2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D7AD4" w14:textId="77777777" w:rsidR="00015B8F" w:rsidRPr="009C54AE" w:rsidRDefault="00015B8F" w:rsidP="007E7FBF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DDCD9" w14:textId="77777777" w:rsidR="00015B8F" w:rsidRPr="009C54AE" w:rsidRDefault="00015B8F" w:rsidP="007E7FBF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E55C3" w14:textId="77777777" w:rsidR="00015B8F" w:rsidRPr="009C54AE" w:rsidRDefault="00015B8F" w:rsidP="007E7FBF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CE717" w14:textId="77777777" w:rsidR="00015B8F" w:rsidRPr="009C54AE" w:rsidRDefault="00015B8F" w:rsidP="007E7FBF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A419C" w14:textId="77777777" w:rsidR="00015B8F" w:rsidRPr="009C54AE" w:rsidRDefault="00015B8F" w:rsidP="007E7FBF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3D8DC" w14:textId="77777777" w:rsidR="00015B8F" w:rsidRPr="009C54AE" w:rsidRDefault="00015B8F" w:rsidP="007E7FBF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34BEE" w14:textId="77777777" w:rsidR="00015B8F" w:rsidRPr="009C54AE" w:rsidRDefault="00015B8F" w:rsidP="007E7FBF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 xml:space="preserve">Liczba pkt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822642" w:rsidRPr="009C54AE" w14:paraId="0FC4A52B" w14:textId="77777777" w:rsidTr="00822642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56CE3" w14:textId="77777777" w:rsidR="00822642" w:rsidRPr="009C54AE" w:rsidRDefault="00822642" w:rsidP="008226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EFA29" w14:textId="77777777" w:rsidR="00822642" w:rsidRPr="009C54AE" w:rsidRDefault="00822642" w:rsidP="008226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FE27C" w14:textId="43506B1A" w:rsidR="00822642" w:rsidRPr="009C54AE" w:rsidRDefault="00291153" w:rsidP="008226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07375" w14:textId="77777777" w:rsidR="00822642" w:rsidRPr="009C54AE" w:rsidRDefault="00822642" w:rsidP="008226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A2320" w14:textId="35799B42" w:rsidR="00822642" w:rsidRPr="009C54AE" w:rsidRDefault="00822642" w:rsidP="008226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2515F" w14:textId="77777777" w:rsidR="00822642" w:rsidRPr="009C54AE" w:rsidRDefault="00822642" w:rsidP="008226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8A60B" w14:textId="77777777" w:rsidR="00822642" w:rsidRPr="009C54AE" w:rsidRDefault="00822642" w:rsidP="008226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6C9A3" w14:textId="77777777" w:rsidR="00822642" w:rsidRPr="009C54AE" w:rsidRDefault="00822642" w:rsidP="008226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263A8" w14:textId="77777777" w:rsidR="00822642" w:rsidRPr="009C54AE" w:rsidRDefault="00822642" w:rsidP="008226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5FE2C" w14:textId="77777777" w:rsidR="00822642" w:rsidRPr="009C54AE" w:rsidRDefault="00822642" w:rsidP="008226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6012B8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5EFA9C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650A83C" w14:textId="77777777" w:rsidR="00637783" w:rsidRPr="00E90B57" w:rsidRDefault="00F12276" w:rsidP="0063778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746BDA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="00637783">
        <w:rPr>
          <w:rFonts w:ascii="Corbel" w:hAnsi="Corbel"/>
          <w:b w:val="0"/>
          <w:smallCaps w:val="0"/>
          <w:szCs w:val="24"/>
        </w:rPr>
        <w:t>z</w:t>
      </w:r>
      <w:r w:rsidR="00637783" w:rsidRPr="00F00151">
        <w:rPr>
          <w:rFonts w:ascii="Corbel" w:hAnsi="Corbel"/>
          <w:b w:val="0"/>
          <w:smallCaps w:val="0"/>
          <w:szCs w:val="24"/>
        </w:rPr>
        <w:t>ajęcia w formie tradycyjnej</w:t>
      </w:r>
      <w:r w:rsidR="00637783" w:rsidRPr="00E90B57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14:paraId="5F52CC27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66EE38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71AEF4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F5A7D11" w14:textId="77777777" w:rsidR="0085747A" w:rsidRPr="009C54AE" w:rsidRDefault="004E4652" w:rsidP="004E4652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1D7CBBD6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3EBF3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633B270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C2C8E81" w14:textId="77777777" w:rsidTr="00745302">
        <w:tc>
          <w:tcPr>
            <w:tcW w:w="9670" w:type="dxa"/>
          </w:tcPr>
          <w:p w14:paraId="6F5432C4" w14:textId="77777777" w:rsidR="0085747A" w:rsidRPr="009C54AE" w:rsidRDefault="004C5822" w:rsidP="000E77D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Zaliczony przedmiot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Technologie informacyjne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znajomość podstawowych narzędzi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oraz </w:t>
            </w: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zakresu funkcjonowania Internetu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14:paraId="2463A3B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D8D37F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9A18A7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4DA8E24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2FED9E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65FA274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74045" w:rsidRPr="004E4652" w14:paraId="4AE1A601" w14:textId="77777777" w:rsidTr="00B74045">
        <w:tc>
          <w:tcPr>
            <w:tcW w:w="845" w:type="dxa"/>
            <w:vAlign w:val="center"/>
          </w:tcPr>
          <w:p w14:paraId="48C240D0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5F3D39DC" w14:textId="77777777" w:rsidR="00B74045" w:rsidRPr="00B74045" w:rsidRDefault="00B74045" w:rsidP="000E77D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>Nabycie przez studentów wiedzy o kluczowych platformach internetowych stosowa</w:t>
            </w:r>
            <w:r w:rsidR="00D21385">
              <w:rPr>
                <w:rFonts w:ascii="Corbel" w:hAnsi="Corbel"/>
                <w:sz w:val="24"/>
                <w:szCs w:val="24"/>
              </w:rPr>
              <w:softHyphen/>
            </w:r>
            <w:r w:rsidRPr="00B74045">
              <w:rPr>
                <w:rFonts w:ascii="Corbel" w:hAnsi="Corbel"/>
                <w:sz w:val="24"/>
                <w:szCs w:val="24"/>
              </w:rPr>
              <w:t>nych w administracji.</w:t>
            </w:r>
          </w:p>
        </w:tc>
      </w:tr>
      <w:tr w:rsidR="00B74045" w:rsidRPr="004E4652" w14:paraId="13E4D9F7" w14:textId="77777777" w:rsidTr="00B74045">
        <w:tc>
          <w:tcPr>
            <w:tcW w:w="845" w:type="dxa"/>
            <w:vAlign w:val="center"/>
          </w:tcPr>
          <w:p w14:paraId="4DAA6295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1C94CF63" w14:textId="77777777" w:rsidR="00B74045" w:rsidRPr="00B74045" w:rsidRDefault="00B74045" w:rsidP="000E77D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 xml:space="preserve">Dostarczenie słuchaczom kompetencji z zakresu </w:t>
            </w:r>
            <w:proofErr w:type="spellStart"/>
            <w:r w:rsidRPr="00B74045">
              <w:rPr>
                <w:rFonts w:ascii="Corbel" w:hAnsi="Corbel"/>
                <w:sz w:val="24"/>
                <w:szCs w:val="24"/>
              </w:rPr>
              <w:t>ICT</w:t>
            </w:r>
            <w:proofErr w:type="spellEnd"/>
            <w:r w:rsidRPr="00B74045">
              <w:rPr>
                <w:rFonts w:ascii="Corbel" w:hAnsi="Corbel"/>
                <w:sz w:val="24"/>
                <w:szCs w:val="24"/>
              </w:rPr>
              <w:t xml:space="preserve"> wymaganych do swobodnego </w:t>
            </w:r>
            <w:r w:rsidR="00D21385">
              <w:rPr>
                <w:rFonts w:ascii="Corbel" w:hAnsi="Corbel"/>
                <w:sz w:val="24"/>
                <w:szCs w:val="24"/>
              </w:rPr>
              <w:br/>
            </w:r>
            <w:r w:rsidRPr="00B74045">
              <w:rPr>
                <w:rFonts w:ascii="Corbel" w:hAnsi="Corbel"/>
                <w:sz w:val="24"/>
                <w:szCs w:val="24"/>
              </w:rPr>
              <w:t>i efektywnego wykorzystywania technologii informatycznych w ramach elektronicznej administracji</w:t>
            </w:r>
          </w:p>
        </w:tc>
      </w:tr>
      <w:tr w:rsidR="00B74045" w:rsidRPr="004E4652" w14:paraId="1D73A1B3" w14:textId="77777777" w:rsidTr="00B74045">
        <w:tc>
          <w:tcPr>
            <w:tcW w:w="845" w:type="dxa"/>
            <w:vAlign w:val="center"/>
          </w:tcPr>
          <w:p w14:paraId="4D8A99C5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5939E784" w14:textId="77777777" w:rsidR="00B74045" w:rsidRPr="00B74045" w:rsidRDefault="00B74045" w:rsidP="000E77D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>Nabycie przez studentów umiejętności projektowania, pozyskiwania i analizy danych o charakterze jakościowym z wykorzystaniem narzędzi informatycznych.</w:t>
            </w:r>
          </w:p>
        </w:tc>
      </w:tr>
      <w:tr w:rsidR="00B74045" w:rsidRPr="004E4652" w14:paraId="56E9FC23" w14:textId="77777777" w:rsidTr="00B74045">
        <w:tc>
          <w:tcPr>
            <w:tcW w:w="845" w:type="dxa"/>
            <w:vAlign w:val="center"/>
          </w:tcPr>
          <w:p w14:paraId="780F1555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75B25EC1" w14:textId="77777777" w:rsidR="00B74045" w:rsidRPr="00B74045" w:rsidRDefault="00B74045" w:rsidP="000E77D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>Nabycie przez studentów umiejętności przygotowania wzorca multimedialnej pre</w:t>
            </w:r>
            <w:r w:rsidR="00D21385">
              <w:rPr>
                <w:rFonts w:ascii="Corbel" w:hAnsi="Corbel"/>
                <w:sz w:val="24"/>
                <w:szCs w:val="24"/>
              </w:rPr>
              <w:softHyphen/>
            </w:r>
            <w:r w:rsidRPr="00B74045">
              <w:rPr>
                <w:rFonts w:ascii="Corbel" w:hAnsi="Corbel"/>
                <w:sz w:val="24"/>
                <w:szCs w:val="24"/>
              </w:rPr>
              <w:t>zentacji, zaprojektowanego do wykorzystania w ramach konkretnego projektu lub jednostki organizacyjnej.</w:t>
            </w:r>
          </w:p>
        </w:tc>
      </w:tr>
      <w:tr w:rsidR="00B74045" w:rsidRPr="004E4652" w14:paraId="69DB8D0D" w14:textId="77777777" w:rsidTr="00B74045">
        <w:tc>
          <w:tcPr>
            <w:tcW w:w="845" w:type="dxa"/>
            <w:vAlign w:val="center"/>
          </w:tcPr>
          <w:p w14:paraId="697AA573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</w:tcPr>
          <w:p w14:paraId="212A2BB5" w14:textId="77777777" w:rsidR="00B74045" w:rsidRPr="00B74045" w:rsidRDefault="00B74045" w:rsidP="000E77D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>Nabycie przez studentów umiejętności przygotowania profesjonalnych dokumentów zawierających złożony tekst oraz grafikę, publikowanych w formie elektronicznej lub papierowej.</w:t>
            </w:r>
          </w:p>
        </w:tc>
      </w:tr>
      <w:tr w:rsidR="00B74045" w:rsidRPr="004E4652" w14:paraId="600DB757" w14:textId="77777777" w:rsidTr="00B74045">
        <w:tc>
          <w:tcPr>
            <w:tcW w:w="845" w:type="dxa"/>
            <w:vAlign w:val="center"/>
          </w:tcPr>
          <w:p w14:paraId="26BF24CF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675" w:type="dxa"/>
          </w:tcPr>
          <w:p w14:paraId="0DF3E10F" w14:textId="77777777" w:rsidR="00B74045" w:rsidRPr="00B74045" w:rsidRDefault="00B74045" w:rsidP="000E77D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>Nabycie umiejętności wzbogacania środowiska obliczeniowego arkusza kalkulacyj</w:t>
            </w:r>
            <w:r w:rsidR="00D21385">
              <w:rPr>
                <w:rFonts w:ascii="Corbel" w:hAnsi="Corbel"/>
                <w:sz w:val="24"/>
                <w:szCs w:val="24"/>
              </w:rPr>
              <w:softHyphen/>
            </w:r>
            <w:r w:rsidRPr="00B74045">
              <w:rPr>
                <w:rFonts w:ascii="Corbel" w:hAnsi="Corbel"/>
                <w:sz w:val="24"/>
                <w:szCs w:val="24"/>
              </w:rPr>
              <w:t xml:space="preserve">nego o nowe funkcjonalności (funkcje i procedury użytkownika) z wykorzystaniem środowiska </w:t>
            </w:r>
            <w:proofErr w:type="spellStart"/>
            <w:r w:rsidRPr="00B74045">
              <w:rPr>
                <w:rFonts w:ascii="Corbel" w:hAnsi="Corbel"/>
                <w:sz w:val="24"/>
                <w:szCs w:val="24"/>
              </w:rPr>
              <w:t>VBA</w:t>
            </w:r>
            <w:proofErr w:type="spellEnd"/>
            <w:r w:rsidRPr="00B7404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93F7BF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3839A2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677A95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4ABCD74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9C54AE" w14:paraId="66E99E3B" w14:textId="77777777" w:rsidTr="00D31885">
        <w:tc>
          <w:tcPr>
            <w:tcW w:w="1680" w:type="dxa"/>
            <w:vAlign w:val="center"/>
          </w:tcPr>
          <w:p w14:paraId="499C93B7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="007814A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16DBBF28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67" w:type="dxa"/>
            <w:vAlign w:val="center"/>
          </w:tcPr>
          <w:p w14:paraId="074115AF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7814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1F562C" w:rsidRPr="002A175E" w14:paraId="180476D5" w14:textId="77777777" w:rsidTr="00D31885">
        <w:tc>
          <w:tcPr>
            <w:tcW w:w="1680" w:type="dxa"/>
          </w:tcPr>
          <w:p w14:paraId="2B683E76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3" w:type="dxa"/>
          </w:tcPr>
          <w:p w14:paraId="59310676" w14:textId="77777777" w:rsidR="001F562C" w:rsidRPr="002A175E" w:rsidRDefault="00B74045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74045">
              <w:rPr>
                <w:rFonts w:ascii="Corbel" w:hAnsi="Corbel"/>
                <w:b w:val="0"/>
                <w:smallCaps w:val="0"/>
                <w:szCs w:val="24"/>
              </w:rPr>
              <w:t>Charakteryzuje podstawowe pojęcia z zakresu elektro</w:t>
            </w:r>
            <w:r w:rsidR="00D21385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B74045">
              <w:rPr>
                <w:rFonts w:ascii="Corbel" w:hAnsi="Corbel"/>
                <w:b w:val="0"/>
                <w:smallCaps w:val="0"/>
                <w:szCs w:val="24"/>
              </w:rPr>
              <w:t>nicznej administracji, zna metody i narzędzia informaty</w:t>
            </w:r>
            <w:r w:rsidR="00D21385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B74045">
              <w:rPr>
                <w:rFonts w:ascii="Corbel" w:hAnsi="Corbel"/>
                <w:b w:val="0"/>
                <w:smallCaps w:val="0"/>
                <w:szCs w:val="24"/>
              </w:rPr>
              <w:t>czne wykorzystywane w administracji publicznej, w tym służące do komunikacji elektronicznej oraz do pozyskania informacji</w:t>
            </w:r>
          </w:p>
        </w:tc>
        <w:tc>
          <w:tcPr>
            <w:tcW w:w="1867" w:type="dxa"/>
          </w:tcPr>
          <w:p w14:paraId="48D1D5A7" w14:textId="77777777" w:rsidR="001F562C" w:rsidRPr="002A175E" w:rsidRDefault="001F562C" w:rsidP="007E65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B74045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34FE3A04" w14:textId="77777777" w:rsidR="001F562C" w:rsidRPr="002A175E" w:rsidRDefault="001F562C" w:rsidP="007E65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D21385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1F562C" w:rsidRPr="002A175E" w14:paraId="7A4FFE7E" w14:textId="77777777" w:rsidTr="00D31885">
        <w:tc>
          <w:tcPr>
            <w:tcW w:w="1680" w:type="dxa"/>
          </w:tcPr>
          <w:p w14:paraId="7E4F98E0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3" w:type="dxa"/>
          </w:tcPr>
          <w:p w14:paraId="4EA8BEDD" w14:textId="77777777" w:rsidR="001F562C" w:rsidRPr="001F562C" w:rsidRDefault="00B74045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74045">
              <w:rPr>
                <w:rFonts w:ascii="Corbel" w:hAnsi="Corbel"/>
                <w:b w:val="0"/>
                <w:smallCaps w:val="0"/>
                <w:szCs w:val="24"/>
              </w:rPr>
              <w:t>Posiada umiejętność doboru i zastosowania odpowiednich narzędzi i systemów informatycznych do analizy, proje</w:t>
            </w:r>
            <w:r w:rsidR="00D21385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B74045">
              <w:rPr>
                <w:rFonts w:ascii="Corbel" w:hAnsi="Corbel"/>
                <w:b w:val="0"/>
                <w:smallCaps w:val="0"/>
                <w:szCs w:val="24"/>
              </w:rPr>
              <w:t>ktowania i modyfikowania dokumentów, procedur i pro</w:t>
            </w:r>
            <w:r w:rsidR="00D21385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B74045">
              <w:rPr>
                <w:rFonts w:ascii="Corbel" w:hAnsi="Corbel"/>
                <w:b w:val="0"/>
                <w:smallCaps w:val="0"/>
                <w:szCs w:val="24"/>
              </w:rPr>
              <w:t>cesów w administracji</w:t>
            </w:r>
          </w:p>
        </w:tc>
        <w:tc>
          <w:tcPr>
            <w:tcW w:w="1867" w:type="dxa"/>
          </w:tcPr>
          <w:p w14:paraId="3AAEF6EF" w14:textId="77777777" w:rsidR="001F562C" w:rsidRPr="002A175E" w:rsidRDefault="00545BE3" w:rsidP="007E65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1F562C" w:rsidRPr="002A175E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D21385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6543EFB6" w14:textId="77777777" w:rsidR="001F562C" w:rsidRPr="002A175E" w:rsidRDefault="00D21385" w:rsidP="007E65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1F562C" w:rsidRPr="002A175E" w14:paraId="34D60D6A" w14:textId="77777777" w:rsidTr="00D31885">
        <w:tc>
          <w:tcPr>
            <w:tcW w:w="1680" w:type="dxa"/>
          </w:tcPr>
          <w:p w14:paraId="69E31EC2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3" w:type="dxa"/>
          </w:tcPr>
          <w:p w14:paraId="491FE366" w14:textId="77777777" w:rsidR="001F562C" w:rsidRPr="001F562C" w:rsidRDefault="00B74045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74045">
              <w:rPr>
                <w:rFonts w:ascii="Corbel" w:hAnsi="Corbel"/>
                <w:b w:val="0"/>
                <w:smallCaps w:val="0"/>
                <w:szCs w:val="24"/>
              </w:rPr>
              <w:t>Rozumie potrzebę ciągłego poznawania zmieniających się uwarunkowań w zakresie funkcjonowania e-administracji, potrafi pracować w grupie, przyjmując w niej różne role oraz współodpowiedzialność za realizowane zadania</w:t>
            </w:r>
          </w:p>
        </w:tc>
        <w:tc>
          <w:tcPr>
            <w:tcW w:w="1867" w:type="dxa"/>
          </w:tcPr>
          <w:p w14:paraId="6763A19C" w14:textId="77777777" w:rsidR="001F562C" w:rsidRDefault="00D21385" w:rsidP="007E65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</w:t>
            </w:r>
            <w:r w:rsidR="00B74045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743BCA8A" w14:textId="77777777" w:rsidR="001F562C" w:rsidRPr="002A175E" w:rsidRDefault="00D21385" w:rsidP="007E65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</w:tbl>
    <w:p w14:paraId="12CD69F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66BCA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9608560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26E96F98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D14BB">
        <w:rPr>
          <w:rFonts w:ascii="Corbel" w:hAnsi="Corbel"/>
          <w:sz w:val="24"/>
          <w:szCs w:val="24"/>
        </w:rPr>
        <w:t xml:space="preserve">Problematyka ćwiczeń </w:t>
      </w:r>
      <w:r w:rsidR="008D14BB">
        <w:rPr>
          <w:rFonts w:ascii="Corbel" w:hAnsi="Corbel"/>
          <w:sz w:val="24"/>
          <w:szCs w:val="24"/>
        </w:rPr>
        <w:t>laboratoryjnych</w:t>
      </w:r>
    </w:p>
    <w:p w14:paraId="646AEB24" w14:textId="77777777" w:rsidR="008D14BB" w:rsidRPr="008D14BB" w:rsidRDefault="008D14BB" w:rsidP="008D14BB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37306AA" w14:textId="77777777" w:rsidTr="00A96862">
        <w:tc>
          <w:tcPr>
            <w:tcW w:w="9520" w:type="dxa"/>
          </w:tcPr>
          <w:p w14:paraId="74CBA482" w14:textId="77777777" w:rsidR="0085747A" w:rsidRPr="0007260A" w:rsidRDefault="0085747A" w:rsidP="0007260A">
            <w:pPr>
              <w:pStyle w:val="Akapitzlist"/>
              <w:keepNext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07260A">
              <w:rPr>
                <w:rFonts w:ascii="Corbel" w:hAnsi="Corbel"/>
                <w:b/>
                <w:sz w:val="24"/>
                <w:szCs w:val="24"/>
              </w:rPr>
              <w:lastRenderedPageBreak/>
              <w:t>Treści merytoryczne</w:t>
            </w:r>
          </w:p>
        </w:tc>
      </w:tr>
      <w:tr w:rsidR="004C5822" w:rsidRPr="009C54AE" w14:paraId="00793AC7" w14:textId="77777777" w:rsidTr="00A96862">
        <w:tc>
          <w:tcPr>
            <w:tcW w:w="9520" w:type="dxa"/>
          </w:tcPr>
          <w:p w14:paraId="2ED36FEA" w14:textId="77777777" w:rsidR="004C5822" w:rsidRPr="009C54AE" w:rsidRDefault="004C5822" w:rsidP="007050B5">
            <w:pPr>
              <w:pStyle w:val="Akapitzlist"/>
              <w:keepNext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 xml:space="preserve">System dostępu do informacji publicznej – </w:t>
            </w:r>
            <w:proofErr w:type="spellStart"/>
            <w:r w:rsidRPr="00FB27C4">
              <w:rPr>
                <w:rFonts w:ascii="Corbel" w:hAnsi="Corbel"/>
                <w:sz w:val="24"/>
                <w:szCs w:val="24"/>
              </w:rPr>
              <w:t>BIP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704F5BBC" w14:textId="77777777" w:rsidTr="00A96862">
        <w:tc>
          <w:tcPr>
            <w:tcW w:w="9520" w:type="dxa"/>
          </w:tcPr>
          <w:p w14:paraId="45D0A4CE" w14:textId="77777777" w:rsidR="004C5822" w:rsidRPr="009C54AE" w:rsidRDefault="004C5822" w:rsidP="007050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 xml:space="preserve">Platforma </w:t>
            </w:r>
            <w:proofErr w:type="spellStart"/>
            <w:r w:rsidRPr="00FB27C4">
              <w:rPr>
                <w:rFonts w:ascii="Corbel" w:hAnsi="Corbel"/>
                <w:sz w:val="24"/>
                <w:szCs w:val="24"/>
              </w:rPr>
              <w:t>ePUAP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3CC769F1" w14:textId="77777777" w:rsidTr="00A96862">
        <w:tc>
          <w:tcPr>
            <w:tcW w:w="9520" w:type="dxa"/>
          </w:tcPr>
          <w:p w14:paraId="2F7F2BFE" w14:textId="77777777" w:rsidR="004C5822" w:rsidRPr="009C54AE" w:rsidRDefault="004C5822" w:rsidP="007050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>e-</w:t>
            </w:r>
            <w:proofErr w:type="spellStart"/>
            <w:r w:rsidRPr="00FB27C4">
              <w:rPr>
                <w:rFonts w:ascii="Corbel" w:hAnsi="Corbel"/>
                <w:sz w:val="24"/>
                <w:szCs w:val="24"/>
              </w:rPr>
              <w:t>Procurement</w:t>
            </w:r>
            <w:proofErr w:type="spellEnd"/>
            <w:r w:rsidRPr="00FB27C4">
              <w:rPr>
                <w:rFonts w:ascii="Corbel" w:hAnsi="Corbel"/>
                <w:sz w:val="24"/>
                <w:szCs w:val="24"/>
              </w:rPr>
              <w:t xml:space="preserve"> oraz wykorzystanie aplikacji i usług webowych do pracy przy wspólnym pro</w:t>
            </w:r>
            <w:r w:rsidR="00D21385">
              <w:rPr>
                <w:rFonts w:ascii="Corbel" w:hAnsi="Corbel"/>
                <w:sz w:val="24"/>
                <w:szCs w:val="24"/>
              </w:rPr>
              <w:softHyphen/>
            </w:r>
            <w:r w:rsidRPr="00FB27C4">
              <w:rPr>
                <w:rFonts w:ascii="Corbel" w:hAnsi="Corbel"/>
                <w:sz w:val="24"/>
                <w:szCs w:val="24"/>
              </w:rPr>
              <w:t>jekcie internetowym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09F08B22" w14:textId="77777777" w:rsidTr="00A96862">
        <w:tc>
          <w:tcPr>
            <w:tcW w:w="9520" w:type="dxa"/>
          </w:tcPr>
          <w:p w14:paraId="49382502" w14:textId="77777777" w:rsidR="004C5822" w:rsidRPr="009C54AE" w:rsidRDefault="004C5822" w:rsidP="007050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>Zapoznanie się z możliwościami i charakterystyka wybranych systemów zarządzania treścią.</w:t>
            </w:r>
          </w:p>
        </w:tc>
      </w:tr>
      <w:tr w:rsidR="004C5822" w:rsidRPr="009C54AE" w14:paraId="2C27F0DF" w14:textId="77777777" w:rsidTr="00A96862">
        <w:tc>
          <w:tcPr>
            <w:tcW w:w="9520" w:type="dxa"/>
          </w:tcPr>
          <w:p w14:paraId="6C163CD0" w14:textId="77777777" w:rsidR="004C5822" w:rsidRPr="00FB27C4" w:rsidRDefault="004C5822" w:rsidP="007050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>Praktyczne i formalne aspekty bezpieczeństwa informacji.</w:t>
            </w:r>
          </w:p>
        </w:tc>
      </w:tr>
      <w:tr w:rsidR="004C5822" w:rsidRPr="009C54AE" w14:paraId="11129BB3" w14:textId="77777777" w:rsidTr="00A96862">
        <w:tc>
          <w:tcPr>
            <w:tcW w:w="9520" w:type="dxa"/>
          </w:tcPr>
          <w:p w14:paraId="135077DA" w14:textId="77777777" w:rsidR="004C5822" w:rsidRPr="00FB27C4" w:rsidRDefault="004C5822" w:rsidP="007050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 xml:space="preserve">Podstawy </w:t>
            </w:r>
            <w:proofErr w:type="spellStart"/>
            <w:r w:rsidRPr="00FB27C4">
              <w:rPr>
                <w:rFonts w:ascii="Corbel" w:hAnsi="Corbel"/>
                <w:sz w:val="24"/>
                <w:szCs w:val="24"/>
              </w:rPr>
              <w:t>SEO</w:t>
            </w:r>
            <w:proofErr w:type="spellEnd"/>
            <w:r w:rsidRPr="00FB27C4">
              <w:rPr>
                <w:rFonts w:ascii="Corbel" w:hAnsi="Corbel"/>
                <w:sz w:val="24"/>
                <w:szCs w:val="24"/>
              </w:rPr>
              <w:t xml:space="preserve"> – pozycjonowanie witryny w wyszukiwarkach internetowych.</w:t>
            </w:r>
          </w:p>
        </w:tc>
      </w:tr>
      <w:tr w:rsidR="004C5822" w:rsidRPr="009C54AE" w14:paraId="1DA45BF9" w14:textId="77777777" w:rsidTr="00A96862">
        <w:tc>
          <w:tcPr>
            <w:tcW w:w="9520" w:type="dxa"/>
          </w:tcPr>
          <w:p w14:paraId="11EBC9AB" w14:textId="77777777" w:rsidR="004C5822" w:rsidRPr="00FB27C4" w:rsidRDefault="004C5822" w:rsidP="007050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 xml:space="preserve">Podstawy edycji grafiki na potrzeby </w:t>
            </w:r>
            <w:r>
              <w:rPr>
                <w:rFonts w:ascii="Corbel" w:hAnsi="Corbel"/>
                <w:sz w:val="24"/>
                <w:szCs w:val="24"/>
              </w:rPr>
              <w:t>publikacji elektronicznych i drukowanych. Formatowanie złożonych dokumentów tekstowych, tworzenie formularzy oraz szablonów. Modyfikowanie wzorców prezentacji multimedialnych.</w:t>
            </w:r>
          </w:p>
        </w:tc>
      </w:tr>
      <w:tr w:rsidR="004C5822" w:rsidRPr="009C54AE" w14:paraId="6ACEAF15" w14:textId="77777777" w:rsidTr="00A96862">
        <w:tc>
          <w:tcPr>
            <w:tcW w:w="9520" w:type="dxa"/>
          </w:tcPr>
          <w:p w14:paraId="4569116F" w14:textId="77777777" w:rsidR="004C5822" w:rsidRPr="00FB27C4" w:rsidRDefault="004C5822" w:rsidP="007050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Korzystanie z baz danych oraz narzędzi informatycznych do projektowania, gromadzenia, analizy i raportowania danych o charakterze jakościowym.</w:t>
            </w:r>
          </w:p>
        </w:tc>
      </w:tr>
    </w:tbl>
    <w:p w14:paraId="161F97B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0C0E4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A8CF94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453008" w14:textId="77777777" w:rsidR="001F562C" w:rsidRPr="002A175E" w:rsidRDefault="00405599" w:rsidP="001F562C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Ćwiczenia moderowane</w:t>
      </w:r>
      <w:r w:rsidR="001F562C" w:rsidRPr="002A175E">
        <w:rPr>
          <w:rFonts w:ascii="Corbel" w:hAnsi="Corbel"/>
          <w:sz w:val="24"/>
          <w:szCs w:val="24"/>
        </w:rPr>
        <w:t xml:space="preserve"> w laboratorium komputerowym z wykorzystaniem </w:t>
      </w:r>
      <w:r w:rsidR="00B74045">
        <w:rPr>
          <w:rFonts w:ascii="Corbel" w:hAnsi="Corbel"/>
          <w:sz w:val="24"/>
          <w:szCs w:val="24"/>
        </w:rPr>
        <w:t>Internetu środków audio-wizualnych oraz aplikacji MS Office</w:t>
      </w:r>
      <w:r w:rsidR="004C3B61">
        <w:rPr>
          <w:rFonts w:ascii="Corbel" w:hAnsi="Corbel"/>
          <w:sz w:val="24"/>
          <w:szCs w:val="24"/>
        </w:rPr>
        <w:t>,</w:t>
      </w:r>
      <w:r w:rsidR="001F562C" w:rsidRPr="002A175E">
        <w:rPr>
          <w:rFonts w:ascii="Corbel" w:hAnsi="Corbel"/>
          <w:sz w:val="24"/>
          <w:szCs w:val="24"/>
        </w:rPr>
        <w:t xml:space="preserve"> </w:t>
      </w:r>
      <w:r w:rsidR="004C3B61">
        <w:rPr>
          <w:rFonts w:ascii="Corbel" w:hAnsi="Corbel"/>
          <w:sz w:val="24"/>
          <w:szCs w:val="24"/>
        </w:rPr>
        <w:t>praca zespołowa, przygotowanie projektów, k</w:t>
      </w:r>
      <w:r w:rsidR="001F562C" w:rsidRPr="002A175E">
        <w:rPr>
          <w:rFonts w:ascii="Corbel" w:hAnsi="Corbel"/>
          <w:sz w:val="24"/>
          <w:szCs w:val="24"/>
        </w:rPr>
        <w:t>onsul</w:t>
      </w:r>
      <w:r w:rsidR="000E77DC">
        <w:rPr>
          <w:rFonts w:ascii="Corbel" w:hAnsi="Corbel"/>
          <w:sz w:val="24"/>
          <w:szCs w:val="24"/>
        </w:rPr>
        <w:softHyphen/>
      </w:r>
      <w:r w:rsidR="001F562C" w:rsidRPr="002A175E">
        <w:rPr>
          <w:rFonts w:ascii="Corbel" w:hAnsi="Corbel"/>
          <w:sz w:val="24"/>
          <w:szCs w:val="24"/>
        </w:rPr>
        <w:t>tacje.</w:t>
      </w:r>
    </w:p>
    <w:p w14:paraId="02505EB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4DD0E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454A3B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E18590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AB47A5">
        <w:rPr>
          <w:rFonts w:ascii="Corbel" w:hAnsi="Corbel"/>
          <w:smallCaps w:val="0"/>
          <w:szCs w:val="24"/>
        </w:rPr>
        <w:t>uczenia się</w:t>
      </w:r>
    </w:p>
    <w:p w14:paraId="671C1CF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8"/>
        <w:gridCol w:w="5025"/>
        <w:gridCol w:w="2117"/>
      </w:tblGrid>
      <w:tr w:rsidR="0085747A" w:rsidRPr="009C54AE" w14:paraId="746FA80A" w14:textId="77777777" w:rsidTr="00E24198">
        <w:tc>
          <w:tcPr>
            <w:tcW w:w="2378" w:type="dxa"/>
            <w:vAlign w:val="center"/>
          </w:tcPr>
          <w:p w14:paraId="3C8FE4C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5" w:type="dxa"/>
            <w:vAlign w:val="center"/>
          </w:tcPr>
          <w:p w14:paraId="77489735" w14:textId="77777777" w:rsidR="0085747A" w:rsidRPr="009C54AE" w:rsidRDefault="0085747A" w:rsidP="007C1F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C1F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2117" w:type="dxa"/>
            <w:vAlign w:val="center"/>
          </w:tcPr>
          <w:p w14:paraId="36DDC231" w14:textId="77777777" w:rsidR="0085747A" w:rsidRPr="009C54AE" w:rsidRDefault="0085747A" w:rsidP="004E46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F562C" w:rsidRPr="004E4652" w14:paraId="6275BD87" w14:textId="77777777" w:rsidTr="00E24198">
        <w:tc>
          <w:tcPr>
            <w:tcW w:w="2378" w:type="dxa"/>
          </w:tcPr>
          <w:p w14:paraId="7A8E8A74" w14:textId="77777777" w:rsidR="001F562C" w:rsidRPr="002A175E" w:rsidRDefault="004C3B61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1F562C" w:rsidRPr="002A175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025" w:type="dxa"/>
          </w:tcPr>
          <w:p w14:paraId="49628A0A" w14:textId="77777777" w:rsidR="001F562C" w:rsidRPr="004C3B61" w:rsidRDefault="004C3B61" w:rsidP="00D2138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C3B61">
              <w:rPr>
                <w:rFonts w:ascii="Corbel" w:hAnsi="Corbel"/>
                <w:sz w:val="24"/>
                <w:szCs w:val="24"/>
              </w:rPr>
              <w:t>sprawdzenie umiejętności w trakcie zajęć, pre</w:t>
            </w:r>
            <w:r w:rsidR="00D21385">
              <w:rPr>
                <w:rFonts w:ascii="Corbel" w:hAnsi="Corbel"/>
                <w:sz w:val="24"/>
                <w:szCs w:val="24"/>
              </w:rPr>
              <w:softHyphen/>
            </w:r>
            <w:r w:rsidRPr="004C3B61">
              <w:rPr>
                <w:rFonts w:ascii="Corbel" w:hAnsi="Corbel"/>
                <w:sz w:val="24"/>
                <w:szCs w:val="24"/>
              </w:rPr>
              <w:t>zentacja z wykorzys</w:t>
            </w:r>
            <w:r w:rsidR="00D21385">
              <w:rPr>
                <w:rFonts w:ascii="Corbel" w:hAnsi="Corbel"/>
                <w:sz w:val="24"/>
                <w:szCs w:val="24"/>
              </w:rPr>
              <w:t>taniem środków audiowizu</w:t>
            </w:r>
            <w:r w:rsidR="00D21385">
              <w:rPr>
                <w:rFonts w:ascii="Corbel" w:hAnsi="Corbel"/>
                <w:sz w:val="24"/>
                <w:szCs w:val="24"/>
              </w:rPr>
              <w:softHyphen/>
              <w:t>alnych</w:t>
            </w:r>
          </w:p>
        </w:tc>
        <w:tc>
          <w:tcPr>
            <w:tcW w:w="2117" w:type="dxa"/>
          </w:tcPr>
          <w:p w14:paraId="64566BE3" w14:textId="77777777" w:rsidR="001F562C" w:rsidRPr="002A175E" w:rsidRDefault="00E24198" w:rsidP="007E654E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E24198" w:rsidRPr="004E4652" w14:paraId="1640C37D" w14:textId="77777777" w:rsidTr="00E24198">
        <w:tc>
          <w:tcPr>
            <w:tcW w:w="2378" w:type="dxa"/>
          </w:tcPr>
          <w:p w14:paraId="59F4CA9E" w14:textId="77777777" w:rsidR="00E24198" w:rsidRPr="002A175E" w:rsidRDefault="004C3B61" w:rsidP="00E241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E24198" w:rsidRPr="002A175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025" w:type="dxa"/>
          </w:tcPr>
          <w:p w14:paraId="1F0E02CA" w14:textId="77777777" w:rsidR="00E24198" w:rsidRPr="002A175E" w:rsidRDefault="004C3B61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4C3B61">
              <w:rPr>
                <w:rFonts w:ascii="Corbel" w:hAnsi="Corbel"/>
                <w:sz w:val="24"/>
                <w:szCs w:val="24"/>
              </w:rPr>
              <w:t>olokwium</w:t>
            </w:r>
          </w:p>
        </w:tc>
        <w:tc>
          <w:tcPr>
            <w:tcW w:w="2117" w:type="dxa"/>
          </w:tcPr>
          <w:p w14:paraId="778DCEBB" w14:textId="77777777" w:rsidR="00E24198" w:rsidRPr="002A175E" w:rsidRDefault="00E24198" w:rsidP="007E654E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E24198" w:rsidRPr="004E4652" w14:paraId="439DF447" w14:textId="77777777" w:rsidTr="00E24198">
        <w:tc>
          <w:tcPr>
            <w:tcW w:w="2378" w:type="dxa"/>
          </w:tcPr>
          <w:p w14:paraId="4D984716" w14:textId="77777777" w:rsidR="00E24198" w:rsidRPr="002A175E" w:rsidRDefault="00E24198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025" w:type="dxa"/>
          </w:tcPr>
          <w:p w14:paraId="65EBE511" w14:textId="77777777" w:rsidR="00E24198" w:rsidRPr="002A175E" w:rsidRDefault="004C3B61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C3B61">
              <w:rPr>
                <w:rFonts w:ascii="Corbel" w:hAnsi="Corbel"/>
                <w:sz w:val="24"/>
                <w:szCs w:val="24"/>
              </w:rPr>
              <w:t>obserwacja postawy i prezentowanego stano</w:t>
            </w:r>
            <w:r w:rsidR="00D21385">
              <w:rPr>
                <w:rFonts w:ascii="Corbel" w:hAnsi="Corbel"/>
                <w:sz w:val="24"/>
                <w:szCs w:val="24"/>
              </w:rPr>
              <w:softHyphen/>
            </w:r>
            <w:r w:rsidRPr="004C3B61">
              <w:rPr>
                <w:rFonts w:ascii="Corbel" w:hAnsi="Corbel"/>
                <w:sz w:val="24"/>
                <w:szCs w:val="24"/>
              </w:rPr>
              <w:t>wiska</w:t>
            </w:r>
          </w:p>
        </w:tc>
        <w:tc>
          <w:tcPr>
            <w:tcW w:w="2117" w:type="dxa"/>
          </w:tcPr>
          <w:p w14:paraId="25BFA15B" w14:textId="77777777" w:rsidR="00E24198" w:rsidRPr="002A175E" w:rsidRDefault="00E24198" w:rsidP="007E654E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</w:tbl>
    <w:p w14:paraId="1DB127E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558AA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E654E" w14:paraId="2B2415DC" w14:textId="77777777" w:rsidTr="00923D7D">
        <w:tc>
          <w:tcPr>
            <w:tcW w:w="9670" w:type="dxa"/>
          </w:tcPr>
          <w:p w14:paraId="5CB54DE2" w14:textId="77777777" w:rsidR="007E654E" w:rsidRPr="007E654E" w:rsidRDefault="007E654E" w:rsidP="007E65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r w:rsidRPr="007E654E">
              <w:rPr>
                <w:rStyle w:val="normaltextrun"/>
                <w:rFonts w:ascii="Corbel" w:hAnsi="Corbel" w:cs="Calibri"/>
              </w:rPr>
              <w:t>Warunkiem zaliczenia przedmiotu jest:</w:t>
            </w:r>
            <w:r w:rsidRPr="007E654E">
              <w:rPr>
                <w:rStyle w:val="eop"/>
                <w:rFonts w:ascii="Corbel" w:eastAsia="Calibri" w:hAnsi="Corbel" w:cs="Calibri"/>
              </w:rPr>
              <w:t> </w:t>
            </w:r>
          </w:p>
          <w:p w14:paraId="3279C4CC" w14:textId="77777777" w:rsidR="007E654E" w:rsidRPr="007E654E" w:rsidRDefault="007E654E" w:rsidP="007E65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r w:rsidRPr="007E654E">
              <w:rPr>
                <w:rStyle w:val="normaltextrun"/>
                <w:rFonts w:ascii="Corbel" w:hAnsi="Corbel" w:cs="Calibri"/>
              </w:rPr>
              <w:t>• uczestnictwo w zajęciach, </w:t>
            </w:r>
            <w:r w:rsidRPr="007E654E">
              <w:rPr>
                <w:rStyle w:val="eop"/>
                <w:rFonts w:ascii="Corbel" w:eastAsia="Calibri" w:hAnsi="Corbel" w:cs="Calibri"/>
              </w:rPr>
              <w:t> </w:t>
            </w:r>
          </w:p>
          <w:p w14:paraId="047F9CF5" w14:textId="77777777" w:rsidR="007E654E" w:rsidRPr="007E654E" w:rsidRDefault="007E654E" w:rsidP="007E65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r w:rsidRPr="007E654E">
              <w:rPr>
                <w:rStyle w:val="normaltextrun"/>
                <w:rFonts w:ascii="Corbel" w:hAnsi="Corbel" w:cs="Calibri"/>
              </w:rPr>
              <w:t>• uzyskanie pozytywnej oceny z kolokwium,</w:t>
            </w:r>
            <w:r w:rsidRPr="007E654E">
              <w:rPr>
                <w:rStyle w:val="eop"/>
                <w:rFonts w:ascii="Corbel" w:eastAsia="Calibri" w:hAnsi="Corbel" w:cs="Calibri"/>
              </w:rPr>
              <w:t> </w:t>
            </w:r>
          </w:p>
          <w:p w14:paraId="2EB50420" w14:textId="77777777" w:rsidR="007E654E" w:rsidRPr="007E654E" w:rsidRDefault="007E654E" w:rsidP="007E65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r w:rsidRPr="007E654E">
              <w:rPr>
                <w:rStyle w:val="normaltextrun"/>
                <w:rFonts w:ascii="Corbel" w:hAnsi="Corbel" w:cs="Calibri"/>
              </w:rPr>
              <w:t>• przygotowanie i wygłoszenie prezentacji,</w:t>
            </w:r>
            <w:r w:rsidRPr="007E654E">
              <w:rPr>
                <w:rStyle w:val="eop"/>
                <w:rFonts w:ascii="Corbel" w:eastAsia="Calibri" w:hAnsi="Corbel" w:cs="Calibri"/>
              </w:rPr>
              <w:t> </w:t>
            </w:r>
          </w:p>
          <w:p w14:paraId="716BFE0A" w14:textId="77777777" w:rsidR="007E654E" w:rsidRPr="007E654E" w:rsidRDefault="007E654E" w:rsidP="007E65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r w:rsidRPr="007E654E">
              <w:rPr>
                <w:rStyle w:val="normaltextrun"/>
                <w:rFonts w:ascii="Corbel" w:hAnsi="Corbel" w:cs="Calibri"/>
              </w:rPr>
              <w:t>• wykonanie zadań i dostarczenie plików z rozwiązaniami (zarówno te rozwiązane </w:t>
            </w:r>
            <w:r w:rsidRPr="007E654E">
              <w:rPr>
                <w:rStyle w:val="scxw215443509"/>
                <w:rFonts w:ascii="Corbel" w:eastAsia="Calibri" w:hAnsi="Corbel" w:cs="Calibri"/>
              </w:rPr>
              <w:t> </w:t>
            </w:r>
            <w:r w:rsidRPr="007E654E">
              <w:rPr>
                <w:rFonts w:ascii="Corbel" w:hAnsi="Corbel" w:cs="Calibri"/>
              </w:rPr>
              <w:br/>
            </w:r>
            <w:r w:rsidRPr="007E654E">
              <w:rPr>
                <w:rStyle w:val="normaltextrun"/>
                <w:rFonts w:ascii="Corbel" w:hAnsi="Corbel" w:cs="Calibri"/>
              </w:rPr>
              <w:t>   w kontakcie, jak i bez kontaktu z nauczycielem).</w:t>
            </w:r>
            <w:r w:rsidRPr="007E654E">
              <w:rPr>
                <w:rStyle w:val="eop"/>
                <w:rFonts w:ascii="Corbel" w:eastAsia="Calibri" w:hAnsi="Corbel" w:cs="Calibri"/>
              </w:rPr>
              <w:t> </w:t>
            </w:r>
          </w:p>
          <w:p w14:paraId="56FDAB3C" w14:textId="77777777" w:rsidR="007E654E" w:rsidRPr="007E654E" w:rsidRDefault="007E654E" w:rsidP="007E65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r w:rsidRPr="007E654E">
              <w:rPr>
                <w:rStyle w:val="normaltextrun"/>
                <w:rFonts w:ascii="Corbel" w:hAnsi="Corbel" w:cs="Calibri"/>
              </w:rPr>
              <w:t>Zasady skalowania punktów z zadań cząstkowych na ocenę ostateczną z kolokwium:</w:t>
            </w:r>
            <w:r w:rsidRPr="007E654E">
              <w:rPr>
                <w:rStyle w:val="eop"/>
                <w:rFonts w:ascii="Corbel" w:eastAsia="Calibri" w:hAnsi="Corbel" w:cs="Calibri"/>
              </w:rPr>
              <w:t> </w:t>
            </w:r>
          </w:p>
          <w:p w14:paraId="5C9F0253" w14:textId="77777777" w:rsidR="007E654E" w:rsidRPr="007E654E" w:rsidRDefault="007E654E" w:rsidP="007E65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r w:rsidRPr="007E654E">
              <w:rPr>
                <w:rStyle w:val="normaltextrun"/>
                <w:rFonts w:ascii="Corbel" w:hAnsi="Corbel" w:cs="Calibri"/>
              </w:rPr>
              <w:t>• uzyskane 50% punktów – ocena dostateczna,</w:t>
            </w:r>
            <w:r w:rsidRPr="007E654E">
              <w:rPr>
                <w:rStyle w:val="eop"/>
                <w:rFonts w:ascii="Corbel" w:eastAsia="Calibri" w:hAnsi="Corbel" w:cs="Calibri"/>
              </w:rPr>
              <w:t> </w:t>
            </w:r>
          </w:p>
          <w:p w14:paraId="5B2908B6" w14:textId="77777777" w:rsidR="007E654E" w:rsidRPr="007E654E" w:rsidRDefault="007E654E" w:rsidP="007E65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r w:rsidRPr="007E654E">
              <w:rPr>
                <w:rStyle w:val="normaltextrun"/>
                <w:rFonts w:ascii="Corbel" w:hAnsi="Corbel" w:cs="Calibri"/>
              </w:rPr>
              <w:t>• uzyskane 60% punktów – ocena dostateczna plus,</w:t>
            </w:r>
            <w:r w:rsidRPr="007E654E">
              <w:rPr>
                <w:rStyle w:val="eop"/>
                <w:rFonts w:ascii="Corbel" w:eastAsia="Calibri" w:hAnsi="Corbel" w:cs="Calibri"/>
              </w:rPr>
              <w:t> </w:t>
            </w:r>
          </w:p>
          <w:p w14:paraId="504010CC" w14:textId="77777777" w:rsidR="007E654E" w:rsidRPr="007E654E" w:rsidRDefault="007E654E" w:rsidP="007E65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r w:rsidRPr="007E654E">
              <w:rPr>
                <w:rStyle w:val="normaltextrun"/>
                <w:rFonts w:ascii="Corbel" w:hAnsi="Corbel" w:cs="Calibri"/>
              </w:rPr>
              <w:t>• uzyskane 70% punktów – ocena dobra,</w:t>
            </w:r>
            <w:r w:rsidRPr="007E654E">
              <w:rPr>
                <w:rStyle w:val="eop"/>
                <w:rFonts w:ascii="Corbel" w:eastAsia="Calibri" w:hAnsi="Corbel" w:cs="Calibri"/>
              </w:rPr>
              <w:t> </w:t>
            </w:r>
          </w:p>
          <w:p w14:paraId="44D1446A" w14:textId="77777777" w:rsidR="007E654E" w:rsidRPr="007E654E" w:rsidRDefault="007E654E" w:rsidP="007E65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r w:rsidRPr="007E654E">
              <w:rPr>
                <w:rStyle w:val="normaltextrun"/>
                <w:rFonts w:ascii="Corbel" w:hAnsi="Corbel" w:cs="Calibri"/>
              </w:rPr>
              <w:t>• uzyskane 80% punktów – ocena dobra plus,</w:t>
            </w:r>
            <w:r w:rsidRPr="007E654E">
              <w:rPr>
                <w:rStyle w:val="eop"/>
                <w:rFonts w:ascii="Corbel" w:eastAsia="Calibri" w:hAnsi="Corbel" w:cs="Calibri"/>
              </w:rPr>
              <w:t> </w:t>
            </w:r>
          </w:p>
          <w:p w14:paraId="2B3A7C56" w14:textId="77777777" w:rsidR="007E654E" w:rsidRPr="007E654E" w:rsidRDefault="007E654E" w:rsidP="007E65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r w:rsidRPr="007E654E">
              <w:rPr>
                <w:rStyle w:val="normaltextrun"/>
                <w:rFonts w:ascii="Corbel" w:hAnsi="Corbel" w:cs="Calibri"/>
              </w:rPr>
              <w:t>• uzyskane 90% punktów – ocena bardzo dobra.</w:t>
            </w:r>
            <w:r w:rsidRPr="007E654E">
              <w:rPr>
                <w:rStyle w:val="eop"/>
                <w:rFonts w:ascii="Corbel" w:eastAsia="Calibri" w:hAnsi="Corbel" w:cs="Calibri"/>
              </w:rPr>
              <w:t> </w:t>
            </w:r>
          </w:p>
          <w:p w14:paraId="7DC0C34F" w14:textId="77777777" w:rsidR="007E654E" w:rsidRPr="007E654E" w:rsidRDefault="007E654E" w:rsidP="007E65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r w:rsidRPr="007E654E">
              <w:rPr>
                <w:rStyle w:val="normaltextrun"/>
                <w:rFonts w:ascii="Corbel" w:hAnsi="Corbel" w:cs="Calibri"/>
              </w:rPr>
              <w:t>W przypadku, gdy kolokwium jest poprawiane, ocenę ostateczną wylicza się jako średnią ważoną z wagą 2 dla kolokwiów poprawkowych.</w:t>
            </w:r>
            <w:r w:rsidRPr="007E654E">
              <w:rPr>
                <w:rStyle w:val="eop"/>
                <w:rFonts w:ascii="Corbel" w:eastAsia="Calibri" w:hAnsi="Corbel" w:cs="Calibri"/>
              </w:rPr>
              <w:t> </w:t>
            </w:r>
          </w:p>
          <w:p w14:paraId="6711A642" w14:textId="77777777" w:rsidR="0085747A" w:rsidRPr="007E654E" w:rsidRDefault="007E654E" w:rsidP="007E65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r w:rsidRPr="007E654E">
              <w:rPr>
                <w:rStyle w:val="normaltextrun"/>
                <w:rFonts w:ascii="Corbel" w:hAnsi="Corbel" w:cs="Calibri"/>
              </w:rPr>
              <w:lastRenderedPageBreak/>
              <w:t>Ocenę ostateczną z przedmiotu ustala się na podstawie wyniku kolokwium pod warunkiem spełnienia pozostałych warunków (obecność, prezentacja, pliki z efektami).</w:t>
            </w:r>
          </w:p>
        </w:tc>
      </w:tr>
    </w:tbl>
    <w:p w14:paraId="226751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A58E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1A51B9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24F06823" w14:textId="77777777" w:rsidTr="003E1941">
        <w:tc>
          <w:tcPr>
            <w:tcW w:w="4962" w:type="dxa"/>
            <w:vAlign w:val="center"/>
          </w:tcPr>
          <w:p w14:paraId="4C53C6EC" w14:textId="77777777" w:rsidR="0085747A" w:rsidRPr="009C54AE" w:rsidRDefault="00C61DC5" w:rsidP="00E24198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50326B3" w14:textId="77777777" w:rsidR="0085747A" w:rsidRPr="009C54AE" w:rsidRDefault="00C61DC5" w:rsidP="00E24198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68C2" w:rsidRPr="009C54AE" w14:paraId="6350BF3E" w14:textId="77777777" w:rsidTr="00923D7D">
        <w:tc>
          <w:tcPr>
            <w:tcW w:w="4962" w:type="dxa"/>
          </w:tcPr>
          <w:p w14:paraId="35D7C8A7" w14:textId="77777777" w:rsidR="000368C2" w:rsidRPr="009C54AE" w:rsidRDefault="000368C2" w:rsidP="004D43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4D4350">
              <w:rPr>
                <w:rFonts w:ascii="Corbel" w:hAnsi="Corbel"/>
                <w:sz w:val="24"/>
                <w:szCs w:val="24"/>
              </w:rPr>
              <w:t>z 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32398284" w14:textId="785CE2B3" w:rsidR="000368C2" w:rsidRPr="009C54AE" w:rsidRDefault="00291153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4D4350" w:rsidRPr="009C54AE" w14:paraId="4745E4D7" w14:textId="77777777" w:rsidTr="00923D7D">
        <w:tc>
          <w:tcPr>
            <w:tcW w:w="4962" w:type="dxa"/>
          </w:tcPr>
          <w:p w14:paraId="2BC59DB1" w14:textId="77777777" w:rsidR="004D4350" w:rsidRPr="009C54AE" w:rsidRDefault="004D4350" w:rsidP="00667B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73F65EB" w14:textId="77777777" w:rsidR="004D4350" w:rsidRPr="009C54AE" w:rsidRDefault="004D4350" w:rsidP="004D43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3635C150" w14:textId="77777777" w:rsidR="004D4350" w:rsidRPr="009C54AE" w:rsidRDefault="007050B5" w:rsidP="007050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5F3EA5" w:rsidRPr="009C54AE" w14:paraId="25917E5C" w14:textId="77777777" w:rsidTr="00923D7D">
        <w:tc>
          <w:tcPr>
            <w:tcW w:w="4962" w:type="dxa"/>
          </w:tcPr>
          <w:p w14:paraId="5F68F095" w14:textId="77777777" w:rsidR="005F3EA5" w:rsidRPr="009C54AE" w:rsidRDefault="005F3EA5" w:rsidP="00903540">
            <w:pPr>
              <w:pStyle w:val="Akapitzlist"/>
              <w:keepLines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="007050B5">
              <w:rPr>
                <w:rFonts w:ascii="Corbel" w:hAnsi="Corbel"/>
                <w:sz w:val="24"/>
                <w:szCs w:val="24"/>
              </w:rPr>
              <w:t>:</w:t>
            </w:r>
            <w:r w:rsidR="00903540">
              <w:rPr>
                <w:rFonts w:ascii="Corbel" w:hAnsi="Corbel"/>
                <w:sz w:val="24"/>
                <w:szCs w:val="24"/>
              </w:rPr>
              <w:t xml:space="preserve"> </w:t>
            </w:r>
            <w:r w:rsidR="007050B5">
              <w:rPr>
                <w:rFonts w:ascii="Corbel" w:hAnsi="Corbel"/>
                <w:sz w:val="24"/>
                <w:szCs w:val="24"/>
              </w:rPr>
              <w:t xml:space="preserve"> przygotowanie do zajęć</w:t>
            </w:r>
            <w:r w:rsidR="00903540">
              <w:rPr>
                <w:rFonts w:ascii="Corbel" w:hAnsi="Corbel"/>
                <w:sz w:val="24"/>
                <w:szCs w:val="24"/>
              </w:rPr>
              <w:t xml:space="preserve">, </w:t>
            </w:r>
            <w:r w:rsidR="00FC3C6B">
              <w:rPr>
                <w:rFonts w:ascii="Corbel" w:hAnsi="Corbel"/>
                <w:sz w:val="24"/>
                <w:szCs w:val="24"/>
              </w:rPr>
              <w:t>przygotowanie do kolokwiów</w:t>
            </w:r>
            <w:r w:rsidR="00903540">
              <w:rPr>
                <w:rFonts w:ascii="Corbel" w:hAnsi="Corbel"/>
                <w:sz w:val="24"/>
                <w:szCs w:val="24"/>
              </w:rPr>
              <w:t xml:space="preserve">, </w:t>
            </w:r>
            <w:r w:rsidR="00FC3C6B">
              <w:rPr>
                <w:rFonts w:ascii="Corbel" w:hAnsi="Corbel"/>
                <w:sz w:val="24"/>
                <w:szCs w:val="24"/>
              </w:rPr>
              <w:t>przygotowanie prezentacji</w:t>
            </w:r>
          </w:p>
        </w:tc>
        <w:tc>
          <w:tcPr>
            <w:tcW w:w="4677" w:type="dxa"/>
          </w:tcPr>
          <w:p w14:paraId="57E27438" w14:textId="13B80168" w:rsidR="005F3EA5" w:rsidRPr="009C54AE" w:rsidRDefault="00FC3C6B" w:rsidP="007050B5">
            <w:pPr>
              <w:pStyle w:val="Akapitzlist"/>
              <w:keepLines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</w:r>
            <w:r w:rsidR="00903540">
              <w:rPr>
                <w:rFonts w:ascii="Corbel" w:hAnsi="Corbel"/>
                <w:sz w:val="24"/>
                <w:szCs w:val="24"/>
              </w:rPr>
              <w:t>3</w:t>
            </w:r>
            <w:r w:rsidR="00291153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1F8BAAC3" w14:textId="77777777" w:rsidTr="00923D7D">
        <w:tc>
          <w:tcPr>
            <w:tcW w:w="4962" w:type="dxa"/>
          </w:tcPr>
          <w:p w14:paraId="59A9461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DF3DDAA" w14:textId="77777777" w:rsidR="0085747A" w:rsidRPr="009C54AE" w:rsidRDefault="00E24198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33B108EA" w14:textId="77777777" w:rsidTr="00923D7D">
        <w:tc>
          <w:tcPr>
            <w:tcW w:w="4962" w:type="dxa"/>
          </w:tcPr>
          <w:p w14:paraId="4C22B2D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6A32A356" w14:textId="77777777" w:rsidR="0085747A" w:rsidRPr="009C54AE" w:rsidRDefault="006F169D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9AFB75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5519AFF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80806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9C54AE" w14:paraId="31DD993D" w14:textId="77777777" w:rsidTr="000368C2">
        <w:trPr>
          <w:trHeight w:val="397"/>
        </w:trPr>
        <w:tc>
          <w:tcPr>
            <w:tcW w:w="4111" w:type="dxa"/>
          </w:tcPr>
          <w:p w14:paraId="3DC9E76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05C00071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6C90718" w14:textId="77777777" w:rsidTr="000368C2">
        <w:trPr>
          <w:trHeight w:val="397"/>
        </w:trPr>
        <w:tc>
          <w:tcPr>
            <w:tcW w:w="4111" w:type="dxa"/>
          </w:tcPr>
          <w:p w14:paraId="1D4C76C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1974896E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921FE2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202795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49B8448" w14:textId="77777777" w:rsidR="00434794" w:rsidRPr="009C54AE" w:rsidRDefault="0043479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9664CA6" w14:textId="77777777" w:rsidTr="000368C2">
        <w:trPr>
          <w:trHeight w:val="397"/>
        </w:trPr>
        <w:tc>
          <w:tcPr>
            <w:tcW w:w="9639" w:type="dxa"/>
          </w:tcPr>
          <w:p w14:paraId="5D2E6917" w14:textId="77777777" w:rsidR="0085747A" w:rsidRPr="004C3B6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8827444" w14:textId="77777777" w:rsidR="00110142" w:rsidRPr="004C3B61" w:rsidRDefault="00110142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FB20B2" w:rsidRPr="004C3B61">
              <w:rPr>
                <w:rFonts w:ascii="Corbel" w:hAnsi="Corbel"/>
                <w:b w:val="0"/>
              </w:rPr>
              <w:t xml:space="preserve"> </w:t>
            </w:r>
            <w:r w:rsidR="004C3B61" w:rsidRPr="004C3B61">
              <w:rPr>
                <w:rFonts w:ascii="Corbel" w:hAnsi="Corbel"/>
                <w:b w:val="0"/>
                <w:smallCaps w:val="0"/>
              </w:rPr>
              <w:t>E-urząd w komunikacji z obywatelem / Marcin Kowalczyk</w:t>
            </w:r>
            <w:r w:rsidR="006455D6">
              <w:rPr>
                <w:rFonts w:ascii="Corbel" w:hAnsi="Corbel"/>
                <w:b w:val="0"/>
                <w:smallCaps w:val="0"/>
              </w:rPr>
              <w:t xml:space="preserve"> – </w:t>
            </w:r>
            <w:r w:rsidR="006455D6" w:rsidRPr="006455D6">
              <w:rPr>
                <w:rFonts w:ascii="Corbel" w:hAnsi="Corbel"/>
                <w:b w:val="0"/>
                <w:smallCaps w:val="0"/>
              </w:rPr>
              <w:t>Warszawa : Wydawnictwa Akademickie i Profesjonalne</w:t>
            </w:r>
            <w:r w:rsidR="006455D6">
              <w:rPr>
                <w:rFonts w:ascii="Corbel" w:hAnsi="Corbel"/>
                <w:b w:val="0"/>
                <w:smallCaps w:val="0"/>
              </w:rPr>
              <w:t>, 2009.</w:t>
            </w:r>
          </w:p>
          <w:p w14:paraId="1FB33789" w14:textId="77777777" w:rsidR="006A7237" w:rsidRPr="004C3B61" w:rsidRDefault="00110142" w:rsidP="006A7237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="006455D6" w:rsidRPr="006455D6">
              <w:rPr>
                <w:rFonts w:ascii="Corbel" w:hAnsi="Corbel"/>
                <w:b w:val="0"/>
                <w:smallCaps w:val="0"/>
                <w:szCs w:val="24"/>
              </w:rPr>
              <w:t>E-administracja : szanse i zagrożenia / red. Tadeusz Stanisławski, B</w:t>
            </w:r>
            <w:r w:rsidR="006455D6">
              <w:rPr>
                <w:rFonts w:ascii="Corbel" w:hAnsi="Corbel"/>
                <w:b w:val="0"/>
                <w:smallCaps w:val="0"/>
                <w:szCs w:val="24"/>
              </w:rPr>
              <w:t xml:space="preserve">ogusław </w:t>
            </w:r>
            <w:proofErr w:type="spellStart"/>
            <w:r w:rsidR="006455D6">
              <w:rPr>
                <w:rFonts w:ascii="Corbel" w:hAnsi="Corbel"/>
                <w:b w:val="0"/>
                <w:smallCaps w:val="0"/>
                <w:szCs w:val="24"/>
              </w:rPr>
              <w:t>Przywora</w:t>
            </w:r>
            <w:proofErr w:type="spellEnd"/>
            <w:r w:rsidR="006455D6">
              <w:rPr>
                <w:rFonts w:ascii="Corbel" w:hAnsi="Corbel"/>
                <w:b w:val="0"/>
                <w:smallCaps w:val="0"/>
                <w:szCs w:val="24"/>
              </w:rPr>
              <w:t xml:space="preserve">, Łukasz Jurek – Lublin : </w:t>
            </w:r>
            <w:r w:rsidR="006455D6" w:rsidRPr="006455D6">
              <w:rPr>
                <w:rFonts w:ascii="Corbel" w:hAnsi="Corbel"/>
                <w:b w:val="0"/>
                <w:smallCaps w:val="0"/>
                <w:szCs w:val="24"/>
              </w:rPr>
              <w:t>Wydawnictwo KUL</w:t>
            </w:r>
            <w:r w:rsidR="006455D6">
              <w:rPr>
                <w:rFonts w:ascii="Corbel" w:hAnsi="Corbel"/>
                <w:b w:val="0"/>
                <w:smallCaps w:val="0"/>
                <w:szCs w:val="24"/>
              </w:rPr>
              <w:t>, 2013.</w:t>
            </w:r>
          </w:p>
        </w:tc>
      </w:tr>
      <w:tr w:rsidR="0085747A" w:rsidRPr="009C54AE" w14:paraId="76D8F294" w14:textId="77777777" w:rsidTr="000368C2">
        <w:trPr>
          <w:trHeight w:val="397"/>
        </w:trPr>
        <w:tc>
          <w:tcPr>
            <w:tcW w:w="9639" w:type="dxa"/>
          </w:tcPr>
          <w:p w14:paraId="249759E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D6054A5" w14:textId="77777777" w:rsidR="00110142" w:rsidRDefault="00110142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="008F0B72" w:rsidRPr="008F0B72">
              <w:rPr>
                <w:rFonts w:ascii="Corbel" w:hAnsi="Corbel"/>
                <w:b w:val="0"/>
                <w:smallCaps w:val="0"/>
                <w:szCs w:val="24"/>
              </w:rPr>
              <w:t>Wykorzystanie narzędzi informatycznych w naukach ekonomiczny</w:t>
            </w:r>
            <w:r w:rsidR="008F0B72">
              <w:rPr>
                <w:rFonts w:ascii="Corbel" w:hAnsi="Corbel"/>
                <w:b w:val="0"/>
                <w:smallCaps w:val="0"/>
                <w:szCs w:val="24"/>
              </w:rPr>
              <w:t xml:space="preserve">ch. przykłady i zadania / red. Colin </w:t>
            </w:r>
            <w:proofErr w:type="spellStart"/>
            <w:r w:rsidR="008F0B72">
              <w:rPr>
                <w:rFonts w:ascii="Corbel" w:hAnsi="Corbel"/>
                <w:b w:val="0"/>
                <w:smallCaps w:val="0"/>
                <w:szCs w:val="24"/>
              </w:rPr>
              <w:t>Hales</w:t>
            </w:r>
            <w:proofErr w:type="spellEnd"/>
            <w:r w:rsidR="008F0B72">
              <w:rPr>
                <w:rFonts w:ascii="Corbel" w:hAnsi="Corbel"/>
                <w:b w:val="0"/>
                <w:smallCaps w:val="0"/>
                <w:szCs w:val="24"/>
              </w:rPr>
              <w:t xml:space="preserve"> : R</w:t>
            </w:r>
            <w:r w:rsidR="008F0B72" w:rsidRPr="008F0B72">
              <w:rPr>
                <w:rFonts w:ascii="Corbel" w:hAnsi="Corbel"/>
                <w:b w:val="0"/>
                <w:smallCaps w:val="0"/>
                <w:szCs w:val="24"/>
              </w:rPr>
              <w:t>zeszów : Wydawnictwo Uniwersytetu Rzeszowskiego, 2007</w:t>
            </w:r>
            <w:r w:rsidR="006455D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39C2F75" w14:textId="77777777" w:rsidR="00733451" w:rsidRDefault="006A7237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733451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8F0B72">
              <w:t xml:space="preserve"> </w:t>
            </w:r>
            <w:r w:rsidR="008F0B72">
              <w:rPr>
                <w:rFonts w:ascii="Corbel" w:hAnsi="Corbel"/>
                <w:b w:val="0"/>
                <w:smallCaps w:val="0"/>
                <w:szCs w:val="24"/>
              </w:rPr>
              <w:t xml:space="preserve">Excel 2016 pl. Biblia / John </w:t>
            </w:r>
            <w:proofErr w:type="spellStart"/>
            <w:r w:rsidR="008F0B72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8F0B72" w:rsidRPr="008F0B72">
              <w:rPr>
                <w:rFonts w:ascii="Corbel" w:hAnsi="Corbel"/>
                <w:b w:val="0"/>
                <w:smallCaps w:val="0"/>
                <w:szCs w:val="24"/>
              </w:rPr>
              <w:t>alkenbach</w:t>
            </w:r>
            <w:proofErr w:type="spellEnd"/>
            <w:r w:rsidR="008F0B72" w:rsidRPr="008F0B72">
              <w:rPr>
                <w:rFonts w:ascii="Corbel" w:hAnsi="Corbel"/>
                <w:b w:val="0"/>
                <w:smallCaps w:val="0"/>
                <w:szCs w:val="24"/>
              </w:rPr>
              <w:t xml:space="preserve"> – Gliwice : Wydawnictwo H</w:t>
            </w:r>
            <w:r w:rsidR="008F0B72">
              <w:rPr>
                <w:rFonts w:ascii="Corbel" w:hAnsi="Corbel"/>
                <w:b w:val="0"/>
                <w:smallCaps w:val="0"/>
                <w:szCs w:val="24"/>
              </w:rPr>
              <w:t>elion</w:t>
            </w:r>
            <w:r w:rsidR="008F0B72" w:rsidRPr="008F0B72">
              <w:rPr>
                <w:rFonts w:ascii="Corbel" w:hAnsi="Corbel"/>
                <w:b w:val="0"/>
                <w:smallCaps w:val="0"/>
                <w:szCs w:val="24"/>
              </w:rPr>
              <w:t>, 2016.</w:t>
            </w:r>
            <w:r w:rsidR="00E00A82" w:rsidRPr="00E00A8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9D57C76" w14:textId="77777777" w:rsidR="006A7237" w:rsidRPr="002A175E" w:rsidRDefault="006A7237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6A7237">
              <w:rPr>
                <w:rFonts w:ascii="Corbel" w:hAnsi="Corbel"/>
                <w:b w:val="0"/>
                <w:smallCaps w:val="0"/>
                <w:szCs w:val="24"/>
              </w:rPr>
              <w:t>Doskonalenie komunikacji elektronicznej pomiędzy jednostkami administracji publicznej / Tomasz Papaj – Katowice : Wydawnictwo Uniwersytetu Ekonomicznego, 2017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E14965A" w14:textId="77777777" w:rsidR="00110142" w:rsidRPr="009C54AE" w:rsidRDefault="006A7237" w:rsidP="00733451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110142" w:rsidRPr="00BB2617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E00A82" w:rsidRPr="00E00A82">
              <w:rPr>
                <w:rFonts w:ascii="Corbel" w:hAnsi="Corbel"/>
                <w:b w:val="0"/>
                <w:smallCaps w:val="0"/>
                <w:szCs w:val="24"/>
              </w:rPr>
              <w:t xml:space="preserve">E-urząd. Cyfrowe usługi publiczne. Poradnik dla administracji i przedsiębiorców – Warszawa : </w:t>
            </w:r>
            <w:proofErr w:type="spellStart"/>
            <w:r w:rsidR="00E00A82" w:rsidRPr="00E00A82">
              <w:rPr>
                <w:rFonts w:ascii="Corbel" w:hAnsi="Corbel"/>
                <w:b w:val="0"/>
                <w:smallCaps w:val="0"/>
                <w:szCs w:val="24"/>
              </w:rPr>
              <w:t>Infor</w:t>
            </w:r>
            <w:proofErr w:type="spellEnd"/>
            <w:r w:rsidR="00E00A82" w:rsidRPr="00E00A82">
              <w:rPr>
                <w:rFonts w:ascii="Corbel" w:hAnsi="Corbel"/>
                <w:b w:val="0"/>
                <w:smallCaps w:val="0"/>
                <w:szCs w:val="24"/>
              </w:rPr>
              <w:t xml:space="preserve"> PL </w:t>
            </w:r>
            <w:proofErr w:type="spellStart"/>
            <w:r w:rsidR="00E00A82" w:rsidRPr="00E00A82">
              <w:rPr>
                <w:rFonts w:ascii="Corbel" w:hAnsi="Corbel"/>
                <w:b w:val="0"/>
                <w:smallCaps w:val="0"/>
                <w:szCs w:val="24"/>
              </w:rPr>
              <w:t>S.A</w:t>
            </w:r>
            <w:proofErr w:type="spellEnd"/>
            <w:r w:rsidR="00E00A82" w:rsidRPr="00E00A82">
              <w:rPr>
                <w:rFonts w:ascii="Corbel" w:hAnsi="Corbel"/>
                <w:b w:val="0"/>
                <w:smallCaps w:val="0"/>
                <w:szCs w:val="24"/>
              </w:rPr>
              <w:t>, 2016</w:t>
            </w:r>
            <w:r w:rsidR="00110142" w:rsidRPr="00AE443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7BDF099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7F6FAC" w14:textId="77777777" w:rsidR="00FC0BAB" w:rsidRDefault="00FC0BAB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EBEB8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1EFBB1" w14:textId="77777777" w:rsidR="000B0CB0" w:rsidRDefault="000B0CB0" w:rsidP="00C16ABF">
      <w:pPr>
        <w:spacing w:after="0" w:line="240" w:lineRule="auto"/>
      </w:pPr>
      <w:r>
        <w:separator/>
      </w:r>
    </w:p>
  </w:endnote>
  <w:endnote w:type="continuationSeparator" w:id="0">
    <w:p w14:paraId="7389DB01" w14:textId="77777777" w:rsidR="000B0CB0" w:rsidRDefault="000B0CB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98EA87" w14:textId="77777777" w:rsidR="000B0CB0" w:rsidRDefault="000B0CB0" w:rsidP="00C16ABF">
      <w:pPr>
        <w:spacing w:after="0" w:line="240" w:lineRule="auto"/>
      </w:pPr>
      <w:r>
        <w:separator/>
      </w:r>
    </w:p>
  </w:footnote>
  <w:footnote w:type="continuationSeparator" w:id="0">
    <w:p w14:paraId="492CB206" w14:textId="77777777" w:rsidR="000B0CB0" w:rsidRDefault="000B0CB0" w:rsidP="00C16ABF">
      <w:pPr>
        <w:spacing w:after="0" w:line="240" w:lineRule="auto"/>
      </w:pPr>
      <w:r>
        <w:continuationSeparator/>
      </w:r>
    </w:p>
  </w:footnote>
  <w:footnote w:id="1">
    <w:p w14:paraId="0AC1C5A5" w14:textId="77777777" w:rsidR="007814AE" w:rsidRDefault="007814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407"/>
    <w:rsid w:val="00015B8F"/>
    <w:rsid w:val="00022ECE"/>
    <w:rsid w:val="000368C2"/>
    <w:rsid w:val="00042A51"/>
    <w:rsid w:val="00042D2E"/>
    <w:rsid w:val="00044C82"/>
    <w:rsid w:val="00070ED6"/>
    <w:rsid w:val="0007260A"/>
    <w:rsid w:val="000742DC"/>
    <w:rsid w:val="0008163D"/>
    <w:rsid w:val="00084C12"/>
    <w:rsid w:val="00093725"/>
    <w:rsid w:val="0009462C"/>
    <w:rsid w:val="00094B12"/>
    <w:rsid w:val="00096C46"/>
    <w:rsid w:val="000A296F"/>
    <w:rsid w:val="000A2A28"/>
    <w:rsid w:val="000B0CB0"/>
    <w:rsid w:val="000B1458"/>
    <w:rsid w:val="000B192D"/>
    <w:rsid w:val="000B28EE"/>
    <w:rsid w:val="000B3E37"/>
    <w:rsid w:val="000C6347"/>
    <w:rsid w:val="000D04B0"/>
    <w:rsid w:val="000D3085"/>
    <w:rsid w:val="000E77DC"/>
    <w:rsid w:val="000F1C57"/>
    <w:rsid w:val="000F5615"/>
    <w:rsid w:val="00100CCA"/>
    <w:rsid w:val="00110142"/>
    <w:rsid w:val="00112A61"/>
    <w:rsid w:val="00124BFF"/>
    <w:rsid w:val="0012560E"/>
    <w:rsid w:val="00127108"/>
    <w:rsid w:val="00131277"/>
    <w:rsid w:val="00134B13"/>
    <w:rsid w:val="001350EB"/>
    <w:rsid w:val="00146BC0"/>
    <w:rsid w:val="00153C41"/>
    <w:rsid w:val="00154381"/>
    <w:rsid w:val="00160CDC"/>
    <w:rsid w:val="00164FA7"/>
    <w:rsid w:val="00166A03"/>
    <w:rsid w:val="001718A7"/>
    <w:rsid w:val="00172929"/>
    <w:rsid w:val="001737CF"/>
    <w:rsid w:val="00174937"/>
    <w:rsid w:val="00176083"/>
    <w:rsid w:val="00192F37"/>
    <w:rsid w:val="001A70D2"/>
    <w:rsid w:val="001B2665"/>
    <w:rsid w:val="001D657B"/>
    <w:rsid w:val="001D7B54"/>
    <w:rsid w:val="001E0209"/>
    <w:rsid w:val="001E7DF2"/>
    <w:rsid w:val="001F2CA2"/>
    <w:rsid w:val="001F562C"/>
    <w:rsid w:val="00213218"/>
    <w:rsid w:val="002144C0"/>
    <w:rsid w:val="00215771"/>
    <w:rsid w:val="0022477D"/>
    <w:rsid w:val="002336F9"/>
    <w:rsid w:val="0024028F"/>
    <w:rsid w:val="00244ABC"/>
    <w:rsid w:val="00281FF2"/>
    <w:rsid w:val="00282A5A"/>
    <w:rsid w:val="002857DE"/>
    <w:rsid w:val="00291153"/>
    <w:rsid w:val="00291567"/>
    <w:rsid w:val="00293ED6"/>
    <w:rsid w:val="002A2389"/>
    <w:rsid w:val="002A671D"/>
    <w:rsid w:val="002B4D55"/>
    <w:rsid w:val="002B5EA0"/>
    <w:rsid w:val="002B6119"/>
    <w:rsid w:val="002B61E2"/>
    <w:rsid w:val="002C1F06"/>
    <w:rsid w:val="002D73D4"/>
    <w:rsid w:val="002F02A3"/>
    <w:rsid w:val="002F4ABE"/>
    <w:rsid w:val="003018BA"/>
    <w:rsid w:val="00305C92"/>
    <w:rsid w:val="003151C5"/>
    <w:rsid w:val="003343CF"/>
    <w:rsid w:val="00343CC8"/>
    <w:rsid w:val="00345D5C"/>
    <w:rsid w:val="00346FE9"/>
    <w:rsid w:val="0034759A"/>
    <w:rsid w:val="003503F6"/>
    <w:rsid w:val="003530DD"/>
    <w:rsid w:val="0035487F"/>
    <w:rsid w:val="00363F78"/>
    <w:rsid w:val="003801CE"/>
    <w:rsid w:val="00381321"/>
    <w:rsid w:val="0038169D"/>
    <w:rsid w:val="003A0A5B"/>
    <w:rsid w:val="003A1176"/>
    <w:rsid w:val="003C0BAE"/>
    <w:rsid w:val="003C4F70"/>
    <w:rsid w:val="003D18A9"/>
    <w:rsid w:val="003D52DB"/>
    <w:rsid w:val="003D6CE2"/>
    <w:rsid w:val="003E1941"/>
    <w:rsid w:val="003E2FE6"/>
    <w:rsid w:val="003E49D5"/>
    <w:rsid w:val="003F38C0"/>
    <w:rsid w:val="003F478A"/>
    <w:rsid w:val="003F6189"/>
    <w:rsid w:val="00405599"/>
    <w:rsid w:val="00414E3C"/>
    <w:rsid w:val="0042244A"/>
    <w:rsid w:val="0042745A"/>
    <w:rsid w:val="00431D5C"/>
    <w:rsid w:val="00434794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C3B61"/>
    <w:rsid w:val="004C5822"/>
    <w:rsid w:val="004D4350"/>
    <w:rsid w:val="004D5282"/>
    <w:rsid w:val="004E4652"/>
    <w:rsid w:val="004E4AAA"/>
    <w:rsid w:val="004F1551"/>
    <w:rsid w:val="004F55A3"/>
    <w:rsid w:val="004F7D1B"/>
    <w:rsid w:val="005025F7"/>
    <w:rsid w:val="00502753"/>
    <w:rsid w:val="005038D8"/>
    <w:rsid w:val="0050496F"/>
    <w:rsid w:val="00506494"/>
    <w:rsid w:val="00513B6F"/>
    <w:rsid w:val="00517C63"/>
    <w:rsid w:val="00531F6A"/>
    <w:rsid w:val="005363C4"/>
    <w:rsid w:val="00536BDE"/>
    <w:rsid w:val="0054088D"/>
    <w:rsid w:val="00543ACC"/>
    <w:rsid w:val="00545BE3"/>
    <w:rsid w:val="00547CC8"/>
    <w:rsid w:val="005548C1"/>
    <w:rsid w:val="00557450"/>
    <w:rsid w:val="00595D2A"/>
    <w:rsid w:val="005A0855"/>
    <w:rsid w:val="005A3196"/>
    <w:rsid w:val="005A4BBC"/>
    <w:rsid w:val="005B18AB"/>
    <w:rsid w:val="005C080F"/>
    <w:rsid w:val="005C55E5"/>
    <w:rsid w:val="005C696A"/>
    <w:rsid w:val="005D2F85"/>
    <w:rsid w:val="005E6E85"/>
    <w:rsid w:val="005F31D2"/>
    <w:rsid w:val="005F3EA5"/>
    <w:rsid w:val="0061029B"/>
    <w:rsid w:val="00617230"/>
    <w:rsid w:val="00621CE1"/>
    <w:rsid w:val="006259FD"/>
    <w:rsid w:val="00637783"/>
    <w:rsid w:val="006455D6"/>
    <w:rsid w:val="00647FA8"/>
    <w:rsid w:val="006612A7"/>
    <w:rsid w:val="006620D9"/>
    <w:rsid w:val="00665E6B"/>
    <w:rsid w:val="00671958"/>
    <w:rsid w:val="00675843"/>
    <w:rsid w:val="00677A95"/>
    <w:rsid w:val="00693B42"/>
    <w:rsid w:val="00696477"/>
    <w:rsid w:val="006A7237"/>
    <w:rsid w:val="006C1135"/>
    <w:rsid w:val="006C2B02"/>
    <w:rsid w:val="006D050F"/>
    <w:rsid w:val="006D383C"/>
    <w:rsid w:val="006D6139"/>
    <w:rsid w:val="006E5D65"/>
    <w:rsid w:val="006E737E"/>
    <w:rsid w:val="006F1282"/>
    <w:rsid w:val="006F169D"/>
    <w:rsid w:val="006F1FBC"/>
    <w:rsid w:val="006F378E"/>
    <w:rsid w:val="007050B5"/>
    <w:rsid w:val="00706544"/>
    <w:rsid w:val="007072BA"/>
    <w:rsid w:val="0071620A"/>
    <w:rsid w:val="00724677"/>
    <w:rsid w:val="00725459"/>
    <w:rsid w:val="00733451"/>
    <w:rsid w:val="00734608"/>
    <w:rsid w:val="00745302"/>
    <w:rsid w:val="007461D6"/>
    <w:rsid w:val="00746EC8"/>
    <w:rsid w:val="00760145"/>
    <w:rsid w:val="00763BF1"/>
    <w:rsid w:val="00766FD4"/>
    <w:rsid w:val="007814AE"/>
    <w:rsid w:val="0078168C"/>
    <w:rsid w:val="00790E27"/>
    <w:rsid w:val="0079395F"/>
    <w:rsid w:val="0079438A"/>
    <w:rsid w:val="00797528"/>
    <w:rsid w:val="007A4022"/>
    <w:rsid w:val="007A6E6E"/>
    <w:rsid w:val="007B4DBA"/>
    <w:rsid w:val="007C1F9A"/>
    <w:rsid w:val="007C3299"/>
    <w:rsid w:val="007C3BCC"/>
    <w:rsid w:val="007D6E56"/>
    <w:rsid w:val="007E654E"/>
    <w:rsid w:val="007E7FBF"/>
    <w:rsid w:val="007F4155"/>
    <w:rsid w:val="0081193D"/>
    <w:rsid w:val="0081707E"/>
    <w:rsid w:val="00822642"/>
    <w:rsid w:val="008449B3"/>
    <w:rsid w:val="00845976"/>
    <w:rsid w:val="0085747A"/>
    <w:rsid w:val="00884922"/>
    <w:rsid w:val="00885F64"/>
    <w:rsid w:val="008917F9"/>
    <w:rsid w:val="00893092"/>
    <w:rsid w:val="008A45F7"/>
    <w:rsid w:val="008C0CC0"/>
    <w:rsid w:val="008C19A9"/>
    <w:rsid w:val="008C379D"/>
    <w:rsid w:val="008C5147"/>
    <w:rsid w:val="008C5359"/>
    <w:rsid w:val="008C5363"/>
    <w:rsid w:val="008D14BB"/>
    <w:rsid w:val="008D3DFB"/>
    <w:rsid w:val="008E64F4"/>
    <w:rsid w:val="008F0B72"/>
    <w:rsid w:val="008F12C9"/>
    <w:rsid w:val="008F6E29"/>
    <w:rsid w:val="00903540"/>
    <w:rsid w:val="00906036"/>
    <w:rsid w:val="00916188"/>
    <w:rsid w:val="0091708F"/>
    <w:rsid w:val="00923D7D"/>
    <w:rsid w:val="009270D5"/>
    <w:rsid w:val="00934E53"/>
    <w:rsid w:val="009508DF"/>
    <w:rsid w:val="00950DAC"/>
    <w:rsid w:val="00954A07"/>
    <w:rsid w:val="00961770"/>
    <w:rsid w:val="0099324C"/>
    <w:rsid w:val="00997F14"/>
    <w:rsid w:val="009A18A7"/>
    <w:rsid w:val="009A78D9"/>
    <w:rsid w:val="009B1603"/>
    <w:rsid w:val="009B1E3C"/>
    <w:rsid w:val="009C3E31"/>
    <w:rsid w:val="009C4113"/>
    <w:rsid w:val="009C54AE"/>
    <w:rsid w:val="009C788E"/>
    <w:rsid w:val="009E3B41"/>
    <w:rsid w:val="009F3C5C"/>
    <w:rsid w:val="009F4610"/>
    <w:rsid w:val="00A00ECC"/>
    <w:rsid w:val="00A10FCF"/>
    <w:rsid w:val="00A12E62"/>
    <w:rsid w:val="00A155EE"/>
    <w:rsid w:val="00A16246"/>
    <w:rsid w:val="00A2245B"/>
    <w:rsid w:val="00A30110"/>
    <w:rsid w:val="00A36899"/>
    <w:rsid w:val="00A371F6"/>
    <w:rsid w:val="00A43BF6"/>
    <w:rsid w:val="00A54817"/>
    <w:rsid w:val="00A601C8"/>
    <w:rsid w:val="00A60799"/>
    <w:rsid w:val="00A73EA9"/>
    <w:rsid w:val="00A96862"/>
    <w:rsid w:val="00A97DE1"/>
    <w:rsid w:val="00AB053C"/>
    <w:rsid w:val="00AB47A5"/>
    <w:rsid w:val="00AB7E4A"/>
    <w:rsid w:val="00AC2A6A"/>
    <w:rsid w:val="00AD1146"/>
    <w:rsid w:val="00AD27D3"/>
    <w:rsid w:val="00AD5C00"/>
    <w:rsid w:val="00AD66D6"/>
    <w:rsid w:val="00AE1160"/>
    <w:rsid w:val="00AE203C"/>
    <w:rsid w:val="00AE2E74"/>
    <w:rsid w:val="00AE4430"/>
    <w:rsid w:val="00AE5FCB"/>
    <w:rsid w:val="00AF2C1E"/>
    <w:rsid w:val="00AF68A0"/>
    <w:rsid w:val="00B06142"/>
    <w:rsid w:val="00B135B1"/>
    <w:rsid w:val="00B3130B"/>
    <w:rsid w:val="00B40ADB"/>
    <w:rsid w:val="00B43B77"/>
    <w:rsid w:val="00B43E80"/>
    <w:rsid w:val="00B607DB"/>
    <w:rsid w:val="00B66529"/>
    <w:rsid w:val="00B7003C"/>
    <w:rsid w:val="00B74045"/>
    <w:rsid w:val="00B75946"/>
    <w:rsid w:val="00B8056E"/>
    <w:rsid w:val="00B8088A"/>
    <w:rsid w:val="00B819C8"/>
    <w:rsid w:val="00B82308"/>
    <w:rsid w:val="00BB2617"/>
    <w:rsid w:val="00BB520A"/>
    <w:rsid w:val="00BD3869"/>
    <w:rsid w:val="00BD66E9"/>
    <w:rsid w:val="00BF2C41"/>
    <w:rsid w:val="00C058B4"/>
    <w:rsid w:val="00C131B5"/>
    <w:rsid w:val="00C16ABF"/>
    <w:rsid w:val="00C170AE"/>
    <w:rsid w:val="00C26CB7"/>
    <w:rsid w:val="00C324C1"/>
    <w:rsid w:val="00C36992"/>
    <w:rsid w:val="00C44DF7"/>
    <w:rsid w:val="00C56036"/>
    <w:rsid w:val="00C6106C"/>
    <w:rsid w:val="00C61DC5"/>
    <w:rsid w:val="00C67E92"/>
    <w:rsid w:val="00C70A26"/>
    <w:rsid w:val="00C766DF"/>
    <w:rsid w:val="00C94B98"/>
    <w:rsid w:val="00C97D13"/>
    <w:rsid w:val="00CA2B96"/>
    <w:rsid w:val="00CA5089"/>
    <w:rsid w:val="00CD6897"/>
    <w:rsid w:val="00CE58E7"/>
    <w:rsid w:val="00CE5BAC"/>
    <w:rsid w:val="00CE73E6"/>
    <w:rsid w:val="00CF25BE"/>
    <w:rsid w:val="00CF78ED"/>
    <w:rsid w:val="00D02B25"/>
    <w:rsid w:val="00D02EBA"/>
    <w:rsid w:val="00D16B0F"/>
    <w:rsid w:val="00D17C3C"/>
    <w:rsid w:val="00D21385"/>
    <w:rsid w:val="00D26B2C"/>
    <w:rsid w:val="00D31885"/>
    <w:rsid w:val="00D352C9"/>
    <w:rsid w:val="00D37E80"/>
    <w:rsid w:val="00D425B2"/>
    <w:rsid w:val="00D4357E"/>
    <w:rsid w:val="00D552B2"/>
    <w:rsid w:val="00D55A1D"/>
    <w:rsid w:val="00D608D1"/>
    <w:rsid w:val="00D66BF5"/>
    <w:rsid w:val="00D74119"/>
    <w:rsid w:val="00D8075B"/>
    <w:rsid w:val="00D8678B"/>
    <w:rsid w:val="00DA2114"/>
    <w:rsid w:val="00DE09C0"/>
    <w:rsid w:val="00DE1388"/>
    <w:rsid w:val="00DE16E5"/>
    <w:rsid w:val="00DE5309"/>
    <w:rsid w:val="00DF320D"/>
    <w:rsid w:val="00DF605A"/>
    <w:rsid w:val="00DF71C8"/>
    <w:rsid w:val="00E00A82"/>
    <w:rsid w:val="00E104BE"/>
    <w:rsid w:val="00E129B8"/>
    <w:rsid w:val="00E21E7D"/>
    <w:rsid w:val="00E22FBC"/>
    <w:rsid w:val="00E24198"/>
    <w:rsid w:val="00E24BF5"/>
    <w:rsid w:val="00E25338"/>
    <w:rsid w:val="00E30F3F"/>
    <w:rsid w:val="00E51E44"/>
    <w:rsid w:val="00E63348"/>
    <w:rsid w:val="00E77E88"/>
    <w:rsid w:val="00E8107D"/>
    <w:rsid w:val="00EA4832"/>
    <w:rsid w:val="00EC4899"/>
    <w:rsid w:val="00ED03AB"/>
    <w:rsid w:val="00ED32D2"/>
    <w:rsid w:val="00EE32DE"/>
    <w:rsid w:val="00EE4443"/>
    <w:rsid w:val="00EE5457"/>
    <w:rsid w:val="00F070AB"/>
    <w:rsid w:val="00F12276"/>
    <w:rsid w:val="00F27A7B"/>
    <w:rsid w:val="00F30C9E"/>
    <w:rsid w:val="00F31794"/>
    <w:rsid w:val="00F526AF"/>
    <w:rsid w:val="00F617C3"/>
    <w:rsid w:val="00F672AF"/>
    <w:rsid w:val="00F7066B"/>
    <w:rsid w:val="00F83B28"/>
    <w:rsid w:val="00F904C7"/>
    <w:rsid w:val="00FB20B2"/>
    <w:rsid w:val="00FB432A"/>
    <w:rsid w:val="00FB7DBA"/>
    <w:rsid w:val="00FC0BAB"/>
    <w:rsid w:val="00FC1C25"/>
    <w:rsid w:val="00FC3C6B"/>
    <w:rsid w:val="00FC3F45"/>
    <w:rsid w:val="00FD503F"/>
    <w:rsid w:val="00FD5FC4"/>
    <w:rsid w:val="00FD7589"/>
    <w:rsid w:val="00FF016A"/>
    <w:rsid w:val="00FF1401"/>
    <w:rsid w:val="00FF5E7D"/>
    <w:rsid w:val="00FF7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F6F9F"/>
  <w15:docId w15:val="{6CDE3C29-C752-4948-8CF8-748D53501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E654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E654E"/>
  </w:style>
  <w:style w:type="character" w:customStyle="1" w:styleId="eop">
    <w:name w:val="eop"/>
    <w:basedOn w:val="Domylnaczcionkaakapitu"/>
    <w:rsid w:val="007E654E"/>
  </w:style>
  <w:style w:type="character" w:customStyle="1" w:styleId="scxw215443509">
    <w:name w:val="scxw215443509"/>
    <w:basedOn w:val="Domylnaczcionkaakapitu"/>
    <w:rsid w:val="007E654E"/>
  </w:style>
  <w:style w:type="character" w:styleId="Odwoaniedokomentarza">
    <w:name w:val="annotation reference"/>
    <w:basedOn w:val="Domylnaczcionkaakapitu"/>
    <w:uiPriority w:val="99"/>
    <w:semiHidden/>
    <w:unhideWhenUsed/>
    <w:rsid w:val="000726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26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260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6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260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05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12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0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72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65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5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5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43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7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5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5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2C80B-B858-427D-B848-D0FFDDD0C4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6452CA-8AF3-448A-982A-EB40BA217F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77A21B-7A03-4797-93A8-162660287CF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B84F4E9-B4DE-4F29-9191-4987F029C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1022</Words>
  <Characters>6134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5</cp:revision>
  <cp:lastPrinted>2017-02-15T12:41:00Z</cp:lastPrinted>
  <dcterms:created xsi:type="dcterms:W3CDTF">2020-12-20T16:51:00Z</dcterms:created>
  <dcterms:modified xsi:type="dcterms:W3CDTF">2021-09-06T07:27:00Z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